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A6F59" w:rsidRPr="00971BA1" w:rsidRDefault="00971BA1" w:rsidP="00971BA1">
      <w:pPr>
        <w:tabs>
          <w:tab w:val="left" w:pos="7938"/>
        </w:tabs>
        <w:spacing w:after="0" w:line="240" w:lineRule="auto"/>
        <w:ind w:left="1440" w:hanging="1156"/>
        <w:rPr>
          <w:rFonts w:asciiTheme="minorHAnsi" w:hAnsiTheme="minorHAnsi"/>
          <w:b/>
          <w:sz w:val="44"/>
          <w:szCs w:val="44"/>
        </w:rPr>
      </w:pPr>
      <w:r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123190</wp:posOffset>
                </wp:positionV>
                <wp:extent cx="1996440" cy="9220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440" cy="922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1BA1" w:rsidRPr="00183F36" w:rsidRDefault="000E6D8D" w:rsidP="00530FF5">
                            <w:pPr>
                              <w:spacing w:line="240" w:lineRule="auto"/>
                              <w:ind w:right="-730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E6D8D">
                              <w:t>Cominos</w:t>
                            </w:r>
                            <w:proofErr w:type="spellEnd"/>
                            <w:r w:rsidRPr="000E6D8D">
                              <w:t xml:space="preserve"> House                                 Greenslopes St</w:t>
                            </w:r>
                            <w:r w:rsidR="00530FF5">
                              <w:t xml:space="preserve">                                     </w:t>
                            </w:r>
                            <w:r w:rsidRPr="000E6D8D">
                              <w:t xml:space="preserve">  Edge Hill Cairns</w:t>
                            </w:r>
                            <w:r w:rsidR="00530FF5">
                              <w:t xml:space="preserve">                      </w:t>
                            </w:r>
                            <w:hyperlink r:id="rId5" w:history="1">
                              <w:r w:rsidR="00971BA1" w:rsidRPr="00971BA1">
                                <w:rPr>
                                  <w:rStyle w:val="Hyperlink"/>
                                  <w:rFonts w:asciiTheme="minorHAnsi" w:hAnsiTheme="minorHAnsi"/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  <w:t>www.cpsinc.org</w:t>
                              </w:r>
                              <w:r w:rsidR="00971BA1" w:rsidRPr="00530FF5">
                                <w:rPr>
                                  <w:rStyle w:val="Hyperlink"/>
                                  <w:rFonts w:asciiTheme="minorHAnsi" w:hAnsiTheme="minorHAnsi"/>
                                  <w:b/>
                                  <w:color w:val="auto"/>
                                  <w:sz w:val="20"/>
                                  <w:szCs w:val="20"/>
                                </w:rPr>
                                <w:t>.au</w:t>
                              </w:r>
                            </w:hyperlink>
                            <w:r w:rsidR="00530FF5">
                              <w:rPr>
                                <w:rStyle w:val="Hyperlink"/>
                                <w:rFonts w:asciiTheme="minorHAnsi" w:hAnsiTheme="minorHAnsi"/>
                                <w:b/>
                                <w:color w:val="auto"/>
                                <w:sz w:val="20"/>
                                <w:szCs w:val="20"/>
                                <w:u w:val="none"/>
                              </w:rPr>
                              <w:t xml:space="preserve">                                        </w:t>
                            </w:r>
                            <w:r w:rsidR="00971BA1" w:rsidRPr="00530FF5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ABN</w:t>
                            </w:r>
                            <w:r w:rsidR="00971BA1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 89340928706</w:t>
                            </w:r>
                          </w:p>
                          <w:p w:rsidR="00971BA1" w:rsidRDefault="00971B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pt;margin-top:9.7pt;width:157.2pt;height:72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" filled="f" stroked="f" strokeweight=".5pt">
                <v:textbox>
                  <w:txbxContent>
                    <w:p w:rsidR="00971BA1" w:rsidRPr="00183F36" w:rsidRDefault="000E6D8D" w:rsidP="00530FF5">
                      <w:pPr>
                        <w:spacing w:line="240" w:lineRule="auto"/>
                        <w:ind w:right="-730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proofErr w:type="spellStart"/>
                      <w:r w:rsidRPr="000E6D8D">
                        <w:t>Cominos</w:t>
                      </w:r>
                      <w:proofErr w:type="spellEnd"/>
                      <w:r w:rsidRPr="000E6D8D">
                        <w:t xml:space="preserve"> House                                 Greenslopes St</w:t>
                      </w:r>
                      <w:r w:rsidR="00530FF5">
                        <w:t xml:space="preserve">                                     </w:t>
                      </w:r>
                      <w:r w:rsidRPr="000E6D8D">
                        <w:t xml:space="preserve">  Edge Hill Cairns</w:t>
                      </w:r>
                      <w:r w:rsidR="00530FF5">
                        <w:t xml:space="preserve">                      </w:t>
                      </w:r>
                      <w:hyperlink r:id="rId6" w:history="1">
                        <w:r w:rsidR="00971BA1" w:rsidRPr="00971BA1">
                          <w:rPr>
                            <w:rStyle w:val="Hyperlink"/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>www.cpsinc.org</w:t>
                        </w:r>
                        <w:r w:rsidR="00971BA1" w:rsidRPr="00530FF5">
                          <w:rPr>
                            <w:rStyle w:val="Hyperlink"/>
                            <w:rFonts w:asciiTheme="minorHAnsi" w:hAnsiTheme="minorHAnsi"/>
                            <w:b/>
                            <w:color w:val="auto"/>
                            <w:sz w:val="20"/>
                            <w:szCs w:val="20"/>
                          </w:rPr>
                          <w:t>.au</w:t>
                        </w:r>
                      </w:hyperlink>
                      <w:r w:rsidR="00530FF5">
                        <w:rPr>
                          <w:rStyle w:val="Hyperlink"/>
                          <w:rFonts w:asciiTheme="minorHAnsi" w:hAnsiTheme="minorHAnsi"/>
                          <w:b/>
                          <w:color w:val="auto"/>
                          <w:sz w:val="20"/>
                          <w:szCs w:val="20"/>
                          <w:u w:val="none"/>
                        </w:rPr>
                        <w:t xml:space="preserve">                                        </w:t>
                      </w:r>
                      <w:r w:rsidR="00971BA1" w:rsidRPr="00530FF5">
                        <w:rPr>
                          <w:rFonts w:asciiTheme="minorHAnsi" w:hAnsiTheme="minorHAnsi"/>
                          <w:sz w:val="20"/>
                          <w:szCs w:val="20"/>
                        </w:rPr>
                        <w:t>ABN</w:t>
                      </w:r>
                      <w:r w:rsidR="00971BA1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 89340928706</w:t>
                      </w:r>
                    </w:p>
                    <w:p w:rsidR="00971BA1" w:rsidRDefault="00971BA1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lang w:eastAsia="en-AU"/>
        </w:rPr>
        <w:drawing>
          <wp:inline distT="0" distB="0" distL="0" distR="0">
            <wp:extent cx="1317703" cy="9372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PS Logo Smal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15" cy="947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6F59">
        <w:rPr>
          <w:rFonts w:asciiTheme="minorHAnsi" w:hAnsiTheme="minorHAnsi"/>
          <w:b/>
          <w:sz w:val="40"/>
          <w:szCs w:val="40"/>
        </w:rPr>
        <w:t xml:space="preserve">       </w:t>
      </w:r>
      <w:r w:rsidR="004A6F59" w:rsidRPr="00971BA1">
        <w:rPr>
          <w:rFonts w:asciiTheme="minorHAnsi" w:hAnsiTheme="minorHAnsi"/>
          <w:b/>
          <w:sz w:val="44"/>
          <w:szCs w:val="44"/>
        </w:rPr>
        <w:t>Membership Application</w:t>
      </w:r>
    </w:p>
    <w:p w:rsidR="0080170B" w:rsidRPr="00677749" w:rsidRDefault="004A6F59" w:rsidP="004A6F59">
      <w:pPr>
        <w:pStyle w:val="NoSpacing"/>
        <w:ind w:left="1440" w:firstLine="720"/>
        <w:rPr>
          <w:rFonts w:asciiTheme="minorHAnsi" w:hAnsiTheme="minorHAnsi"/>
          <w:b/>
          <w:sz w:val="48"/>
          <w:szCs w:val="48"/>
          <w:u w:val="single"/>
        </w:rPr>
      </w:pPr>
      <w:r>
        <w:rPr>
          <w:rFonts w:asciiTheme="minorHAnsi" w:hAnsiTheme="minorHAnsi"/>
          <w:b/>
          <w:sz w:val="40"/>
          <w:szCs w:val="40"/>
        </w:rPr>
        <w:t xml:space="preserve">           </w:t>
      </w:r>
      <w:r w:rsidR="00B97E73" w:rsidRPr="00677749">
        <w:rPr>
          <w:rFonts w:asciiTheme="minorHAnsi" w:hAnsiTheme="minorHAnsi"/>
          <w:b/>
          <w:sz w:val="48"/>
          <w:szCs w:val="48"/>
          <w:u w:val="single"/>
        </w:rPr>
        <w:t xml:space="preserve">Renewal </w:t>
      </w:r>
      <w:r w:rsidR="0065651A" w:rsidRPr="00677749">
        <w:rPr>
          <w:rFonts w:asciiTheme="minorHAnsi" w:hAnsiTheme="minorHAnsi"/>
          <w:b/>
          <w:sz w:val="48"/>
          <w:szCs w:val="48"/>
          <w:u w:val="single"/>
        </w:rPr>
        <w:t xml:space="preserve"> </w:t>
      </w:r>
      <w:r w:rsidR="00550773" w:rsidRPr="00677749">
        <w:rPr>
          <w:rFonts w:asciiTheme="minorHAnsi" w:hAnsiTheme="minorHAnsi"/>
          <w:b/>
          <w:sz w:val="48"/>
          <w:szCs w:val="48"/>
          <w:u w:val="single"/>
        </w:rPr>
        <w:t>201</w:t>
      </w:r>
      <w:r w:rsidR="009C64B4">
        <w:rPr>
          <w:rFonts w:asciiTheme="minorHAnsi" w:hAnsiTheme="minorHAnsi"/>
          <w:b/>
          <w:sz w:val="48"/>
          <w:szCs w:val="48"/>
          <w:u w:val="single"/>
        </w:rPr>
        <w:t>7</w:t>
      </w:r>
      <w:r w:rsidR="00B97E73" w:rsidRPr="00677749">
        <w:rPr>
          <w:rFonts w:asciiTheme="minorHAnsi" w:hAnsiTheme="minorHAnsi"/>
          <w:b/>
          <w:sz w:val="48"/>
          <w:szCs w:val="48"/>
          <w:u w:val="single"/>
        </w:rPr>
        <w:t xml:space="preserve"> /</w:t>
      </w:r>
      <w:r w:rsidR="00550773" w:rsidRPr="00677749">
        <w:rPr>
          <w:rFonts w:asciiTheme="minorHAnsi" w:hAnsiTheme="minorHAnsi"/>
          <w:b/>
          <w:sz w:val="48"/>
          <w:szCs w:val="48"/>
          <w:u w:val="single"/>
        </w:rPr>
        <w:t>201</w:t>
      </w:r>
      <w:r w:rsidR="009C64B4">
        <w:rPr>
          <w:rFonts w:asciiTheme="minorHAnsi" w:hAnsiTheme="minorHAnsi"/>
          <w:b/>
          <w:sz w:val="48"/>
          <w:szCs w:val="48"/>
          <w:u w:val="single"/>
        </w:rPr>
        <w:t>8</w:t>
      </w:r>
    </w:p>
    <w:p w:rsidR="009C4CF5" w:rsidRDefault="009C4CF5" w:rsidP="009C4CF5">
      <w:pPr>
        <w:spacing w:after="0" w:line="240" w:lineRule="auto"/>
        <w:rPr>
          <w:rFonts w:ascii="Corbel" w:hAnsi="Corbel"/>
          <w:sz w:val="20"/>
          <w:szCs w:val="20"/>
        </w:rPr>
      </w:pPr>
    </w:p>
    <w:p w:rsidR="009C4CF5" w:rsidRDefault="00677749" w:rsidP="00D92F02">
      <w:pPr>
        <w:spacing w:after="0" w:line="240" w:lineRule="auto"/>
        <w:ind w:left="1440" w:hanging="1156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5819775</wp:posOffset>
                </wp:positionH>
                <wp:positionV relativeFrom="paragraph">
                  <wp:posOffset>-4445</wp:posOffset>
                </wp:positionV>
                <wp:extent cx="369570" cy="247015"/>
                <wp:effectExtent l="0" t="0" r="49530" b="57785"/>
                <wp:wrapNone/>
                <wp:docPr id="26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EB0DD1" id="Rectangle 245" o:spid="_x0000_s1026" style="position:absolute;margin-left:458.25pt;margin-top:-.35pt;width:29.1pt;height:19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">
                <v:shadow on="t"/>
              </v:rect>
            </w:pict>
          </mc:Fallback>
        </mc:AlternateContent>
      </w:r>
      <w:r>
        <w:rPr>
          <w:rFonts w:ascii="Corbel" w:hAnsi="Corbel"/>
          <w:b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1965325</wp:posOffset>
                </wp:positionH>
                <wp:positionV relativeFrom="paragraph">
                  <wp:posOffset>-4445</wp:posOffset>
                </wp:positionV>
                <wp:extent cx="355600" cy="247015"/>
                <wp:effectExtent l="0" t="0" r="63500" b="57785"/>
                <wp:wrapNone/>
                <wp:docPr id="25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23535" id="Rectangle 246" o:spid="_x0000_s1026" style="position:absolute;margin-left:154.75pt;margin-top:-.35pt;width:28pt;height:19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">
                <v:shadow on="t"/>
              </v:rect>
            </w:pict>
          </mc:Fallback>
        </mc:AlternateContent>
      </w:r>
      <w:r w:rsidR="00D92F02">
        <w:rPr>
          <w:rFonts w:ascii="Corbel" w:hAnsi="Corbel"/>
          <w:sz w:val="32"/>
          <w:szCs w:val="32"/>
        </w:rPr>
        <w:t>RE</w:t>
      </w:r>
      <w:r w:rsidR="009C4CF5" w:rsidRPr="00550773">
        <w:rPr>
          <w:rFonts w:ascii="Corbel" w:hAnsi="Corbel"/>
          <w:sz w:val="32"/>
          <w:szCs w:val="32"/>
        </w:rPr>
        <w:t>NEW MEMBER/S</w:t>
      </w:r>
      <w:r w:rsidR="009C4CF5" w:rsidRPr="009C4CF5">
        <w:rPr>
          <w:rFonts w:ascii="Corbel" w:hAnsi="Corbel"/>
          <w:sz w:val="20"/>
          <w:szCs w:val="20"/>
        </w:rPr>
        <w:t>:</w:t>
      </w:r>
      <w:r w:rsidR="009C4CF5">
        <w:rPr>
          <w:rFonts w:ascii="Corbel" w:hAnsi="Corbel"/>
          <w:sz w:val="20"/>
          <w:szCs w:val="20"/>
        </w:rPr>
        <w:tab/>
      </w:r>
      <w:r w:rsidR="009C4CF5">
        <w:rPr>
          <w:rFonts w:ascii="Corbel" w:hAnsi="Corbel"/>
          <w:sz w:val="20"/>
          <w:szCs w:val="20"/>
        </w:rPr>
        <w:tab/>
        <w:t xml:space="preserve">     </w:t>
      </w:r>
      <w:r w:rsidR="00D92F02">
        <w:rPr>
          <w:rFonts w:ascii="Corbel" w:hAnsi="Corbel"/>
          <w:sz w:val="20"/>
          <w:szCs w:val="20"/>
        </w:rPr>
        <w:t xml:space="preserve">                                     </w:t>
      </w:r>
      <w:r w:rsidR="009C4CF5" w:rsidRPr="00550773">
        <w:rPr>
          <w:rFonts w:ascii="Corbel" w:hAnsi="Corbel"/>
          <w:sz w:val="32"/>
          <w:szCs w:val="32"/>
        </w:rPr>
        <w:t>NEW MEMBERSHIP/S</w:t>
      </w:r>
      <w:r w:rsidR="009C4CF5" w:rsidRPr="009C4CF5">
        <w:rPr>
          <w:rFonts w:ascii="Corbel" w:hAnsi="Corbel"/>
          <w:sz w:val="20"/>
          <w:szCs w:val="20"/>
        </w:rPr>
        <w:t xml:space="preserve">: </w:t>
      </w:r>
      <w:r w:rsidR="009C4CF5" w:rsidRPr="009C4CF5">
        <w:rPr>
          <w:rFonts w:ascii="Corbel" w:hAnsi="Corbel"/>
          <w:sz w:val="20"/>
          <w:szCs w:val="20"/>
        </w:rPr>
        <w:tab/>
      </w:r>
      <w:r w:rsidR="009C4CF5" w:rsidRPr="009C4CF5">
        <w:rPr>
          <w:rFonts w:ascii="Corbel" w:hAnsi="Corbel"/>
          <w:sz w:val="20"/>
          <w:szCs w:val="20"/>
        </w:rPr>
        <w:tab/>
      </w:r>
    </w:p>
    <w:p w:rsidR="0080170B" w:rsidRPr="00183F36" w:rsidRDefault="0080170B" w:rsidP="0080170B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387"/>
      </w:tblGrid>
      <w:tr w:rsidR="0080170B" w:rsidRPr="00183F36" w:rsidTr="00B97E73">
        <w:trPr>
          <w:trHeight w:val="231"/>
        </w:trPr>
        <w:tc>
          <w:tcPr>
            <w:tcW w:w="5245" w:type="dxa"/>
          </w:tcPr>
          <w:p w:rsidR="0080170B" w:rsidRPr="00183F36" w:rsidRDefault="00817237" w:rsidP="00817237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</w:t>
            </w:r>
            <w:r w:rsidR="00677749">
              <w:rPr>
                <w:rFonts w:asciiTheme="minorHAnsi" w:hAnsiTheme="minorHAnsi"/>
                <w:sz w:val="20"/>
                <w:szCs w:val="20"/>
              </w:rPr>
              <w:t xml:space="preserve">One </w:t>
            </w:r>
            <w:r w:rsidR="0080170B" w:rsidRPr="00183F36">
              <w:rPr>
                <w:rFonts w:asciiTheme="minorHAnsi" w:hAnsiTheme="minorHAnsi"/>
                <w:sz w:val="20"/>
                <w:szCs w:val="20"/>
              </w:rPr>
              <w:t>Member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</w:t>
            </w:r>
            <w:r w:rsidRPr="00183F36">
              <w:rPr>
                <w:rFonts w:asciiTheme="minorHAnsi" w:hAnsiTheme="minorHAnsi"/>
                <w:b/>
                <w:sz w:val="20"/>
                <w:szCs w:val="20"/>
              </w:rPr>
              <w:t>PLEASE PRINT CLEARLY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80170B" w:rsidRPr="00183F36" w:rsidRDefault="00677749" w:rsidP="00677749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Two </w:t>
            </w:r>
            <w:r w:rsidR="00562231"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0170B" w:rsidRPr="00183F36">
              <w:rPr>
                <w:rFonts w:asciiTheme="minorHAnsi" w:hAnsiTheme="minorHAnsi"/>
                <w:sz w:val="20"/>
                <w:szCs w:val="20"/>
              </w:rPr>
              <w:t>Member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</w:tc>
      </w:tr>
      <w:tr w:rsidR="0080170B" w:rsidRPr="00183F36" w:rsidTr="00B97E73">
        <w:trPr>
          <w:trHeight w:val="848"/>
        </w:trPr>
        <w:tc>
          <w:tcPr>
            <w:tcW w:w="5245" w:type="dxa"/>
          </w:tcPr>
          <w:p w:rsidR="0080170B" w:rsidRPr="00183F36" w:rsidRDefault="00677749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2736215</wp:posOffset>
                      </wp:positionH>
                      <wp:positionV relativeFrom="paragraph">
                        <wp:posOffset>137795</wp:posOffset>
                      </wp:positionV>
                      <wp:extent cx="97155" cy="90805"/>
                      <wp:effectExtent l="0" t="0" r="55245" b="61595"/>
                      <wp:wrapNone/>
                      <wp:docPr id="24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6032B" id="Rectangle 96" o:spid="_x0000_s1026" style="position:absolute;margin-left:215.45pt;margin-top:10.85pt;width:7.65pt;height: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2226945</wp:posOffset>
                      </wp:positionH>
                      <wp:positionV relativeFrom="paragraph">
                        <wp:posOffset>141605</wp:posOffset>
                      </wp:positionV>
                      <wp:extent cx="97155" cy="90170"/>
                      <wp:effectExtent l="0" t="0" r="55245" b="62230"/>
                      <wp:wrapNone/>
                      <wp:docPr id="2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D1C85" id="Rectangle 95" o:spid="_x0000_s1026" style="position:absolute;margin-left:175.35pt;margin-top:11.15pt;width:7.65pt;height:7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141605</wp:posOffset>
                      </wp:positionV>
                      <wp:extent cx="97155" cy="90170"/>
                      <wp:effectExtent l="0" t="0" r="55245" b="62230"/>
                      <wp:wrapNone/>
                      <wp:docPr id="22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749161" id="Rectangle 94" o:spid="_x0000_s1026" style="position:absolute;margin-left:132.95pt;margin-top:11.15pt;width:7.65pt;height:7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1096645</wp:posOffset>
                      </wp:positionH>
                      <wp:positionV relativeFrom="paragraph">
                        <wp:posOffset>138430</wp:posOffset>
                      </wp:positionV>
                      <wp:extent cx="97155" cy="90170"/>
                      <wp:effectExtent l="0" t="0" r="55245" b="62230"/>
                      <wp:wrapNone/>
                      <wp:docPr id="2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65B6D" id="Rectangle 93" o:spid="_x0000_s1026" style="position:absolute;margin-left:86.35pt;margin-top:10.9pt;width:7.65pt;height:7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">
                      <v:shadow on="t"/>
                    </v:rect>
                  </w:pict>
                </mc:Fallback>
              </mc:AlternateContent>
            </w:r>
            <w:r w:rsidR="00BE2A51" w:rsidRPr="00183F36">
              <w:rPr>
                <w:rFonts w:asciiTheme="minorHAnsi" w:hAnsiTheme="minorHAnsi"/>
                <w:sz w:val="18"/>
                <w:szCs w:val="18"/>
              </w:rPr>
              <w:br/>
            </w:r>
            <w:r w:rsidR="0080170B" w:rsidRPr="00183F36">
              <w:rPr>
                <w:rFonts w:asciiTheme="minorHAnsi" w:hAnsiTheme="minorHAnsi"/>
                <w:sz w:val="20"/>
                <w:szCs w:val="20"/>
              </w:rPr>
              <w:t xml:space="preserve">Preferred title.     Mr            Mrs            Miss            Ms              </w:t>
            </w:r>
          </w:p>
          <w:p w:rsidR="0080170B" w:rsidRPr="00183F36" w:rsidRDefault="0080170B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80170B" w:rsidRPr="00183F36" w:rsidRDefault="00D92F02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First Name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>:</w:t>
            </w:r>
            <w:r w:rsidR="008D5720"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8D5720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10738875" wp14:editId="3B46ADDF">
                      <wp:extent cx="2343150" cy="252000"/>
                      <wp:effectExtent l="0" t="0" r="19050" b="15240"/>
                      <wp:docPr id="17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315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8D5720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738875" id="Rectangle 207" o:spid="_x0000_s1026" style="width:184.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" strokeweight=".25pt">
                      <v:textbox>
                        <w:txbxContent>
                          <w:p w:rsidR="008D5720" w:rsidRPr="008D5720" w:rsidRDefault="008D5720" w:rsidP="008D572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90001C" w:rsidRPr="00183F36" w:rsidRDefault="0090001C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90001C" w:rsidRPr="00183F36" w:rsidRDefault="00D92F02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Surname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>:</w:t>
            </w:r>
            <w:r w:rsidR="00B97E73" w:rsidRPr="00183F3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D5720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10338935" wp14:editId="242366BC">
                      <wp:extent cx="2476500" cy="252000"/>
                      <wp:effectExtent l="0" t="0" r="19050" b="15240"/>
                      <wp:docPr id="28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8D5720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338935" id="_x0000_s1027" style="width:19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" strokeweight=".25pt">
                      <v:textbox>
                        <w:txbxContent>
                          <w:p w:rsidR="008D5720" w:rsidRPr="008D5720" w:rsidRDefault="008D5720" w:rsidP="008D572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80170B" w:rsidRPr="00183F36" w:rsidRDefault="0080170B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80170B" w:rsidRPr="00183F36" w:rsidRDefault="00677749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2693035</wp:posOffset>
                      </wp:positionH>
                      <wp:positionV relativeFrom="paragraph">
                        <wp:posOffset>141605</wp:posOffset>
                      </wp:positionV>
                      <wp:extent cx="97155" cy="90805"/>
                      <wp:effectExtent l="0" t="0" r="55245" b="61595"/>
                      <wp:wrapNone/>
                      <wp:docPr id="18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39F77F" id="Rectangle 99" o:spid="_x0000_s1026" style="position:absolute;margin-left:212.05pt;margin-top:11.15pt;width:7.65pt;height:7.15pt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2223135</wp:posOffset>
                      </wp:positionH>
                      <wp:positionV relativeFrom="paragraph">
                        <wp:posOffset>141605</wp:posOffset>
                      </wp:positionV>
                      <wp:extent cx="97155" cy="90805"/>
                      <wp:effectExtent l="0" t="0" r="55245" b="61595"/>
                      <wp:wrapNone/>
                      <wp:docPr id="20" name="Rectangle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97CA9" id="Rectangle 100" o:spid="_x0000_s1026" style="position:absolute;margin-left:175.05pt;margin-top:11.15pt;width:7.65pt;height:7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1666875</wp:posOffset>
                      </wp:positionH>
                      <wp:positionV relativeFrom="paragraph">
                        <wp:posOffset>137795</wp:posOffset>
                      </wp:positionV>
                      <wp:extent cx="97155" cy="90805"/>
                      <wp:effectExtent l="0" t="0" r="55245" b="61595"/>
                      <wp:wrapNone/>
                      <wp:docPr id="19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A40FD" id="Rectangle 102" o:spid="_x0000_s1026" style="position:absolute;margin-left:131.25pt;margin-top:10.85pt;width:7.65pt;height:7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">
                      <v:shadow on="t"/>
                    </v:rect>
                  </w:pict>
                </mc:Fallback>
              </mc:AlternateContent>
            </w:r>
            <w:r>
              <w:rPr>
                <w:rFonts w:asciiTheme="minorHAnsi" w:hAnsiTheme="minorHAnsi"/>
                <w:noProof/>
                <w:sz w:val="18"/>
                <w:szCs w:val="18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140970</wp:posOffset>
                      </wp:positionV>
                      <wp:extent cx="97155" cy="90805"/>
                      <wp:effectExtent l="0" t="0" r="55245" b="61595"/>
                      <wp:wrapNone/>
                      <wp:docPr id="16" name="Rectangle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15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903B3" id="Rectangle 98" o:spid="_x0000_s1026" style="position:absolute;margin-left:89.35pt;margin-top:11.1pt;width:7.65pt;height:7.1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">
                      <v:shadow on="t"/>
                    </v:rect>
                  </w:pict>
                </mc:Fallback>
              </mc:AlternateContent>
            </w:r>
            <w:r w:rsidR="0090001C" w:rsidRPr="00183F36">
              <w:rPr>
                <w:rFonts w:asciiTheme="minorHAnsi" w:hAnsiTheme="minorHAnsi"/>
                <w:sz w:val="18"/>
                <w:szCs w:val="18"/>
              </w:rPr>
              <w:br/>
            </w:r>
            <w:r w:rsidR="0080170B" w:rsidRPr="00183F36">
              <w:rPr>
                <w:rFonts w:asciiTheme="minorHAnsi" w:hAnsiTheme="minorHAnsi"/>
                <w:sz w:val="20"/>
                <w:szCs w:val="20"/>
              </w:rPr>
              <w:t>Preferred title.     Mr            Mrs            Miss</w:t>
            </w:r>
            <w:r w:rsidR="0080170B" w:rsidRPr="00183F36">
              <w:rPr>
                <w:rFonts w:asciiTheme="minorHAnsi" w:hAnsiTheme="minorHAnsi"/>
                <w:sz w:val="18"/>
                <w:szCs w:val="18"/>
              </w:rPr>
              <w:t xml:space="preserve">            Ms              </w:t>
            </w:r>
          </w:p>
          <w:p w:rsidR="0080170B" w:rsidRPr="00183F36" w:rsidRDefault="0080170B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80170B" w:rsidRPr="00183F36" w:rsidRDefault="00D92F02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First Name</w:t>
            </w:r>
            <w:r w:rsidR="0065651A" w:rsidRPr="00183F36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64AF3141" wp14:editId="30017E14">
                      <wp:extent cx="2476500" cy="252000"/>
                      <wp:effectExtent l="0" t="0" r="19050" b="15240"/>
                      <wp:docPr id="230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AF3141" id="_x0000_s1028" style="width:19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90001C" w:rsidRPr="00183F36" w:rsidRDefault="0080170B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80170B" w:rsidRPr="00183F36" w:rsidRDefault="00D92F02" w:rsidP="00817237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Surname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>:</w:t>
            </w:r>
            <w:r w:rsidR="0090001C" w:rsidRPr="00183F3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B90DACA" wp14:editId="4F2621CB">
                      <wp:extent cx="2581275" cy="252000"/>
                      <wp:effectExtent l="0" t="0" r="28575" b="15240"/>
                      <wp:docPr id="231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127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0DACA" id="_x0000_s1029" style="width:203.2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80170B"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0170B" w:rsidRPr="00183F36">
              <w:rPr>
                <w:rFonts w:asciiTheme="minorHAnsi" w:hAnsiTheme="minorHAnsi"/>
                <w:sz w:val="18"/>
                <w:szCs w:val="18"/>
              </w:rPr>
              <w:t xml:space="preserve">                    </w:t>
            </w:r>
          </w:p>
        </w:tc>
      </w:tr>
      <w:tr w:rsidR="0090001C" w:rsidRPr="00183F36" w:rsidTr="00B97E73">
        <w:trPr>
          <w:trHeight w:val="622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73" w:rsidRPr="00183F36" w:rsidRDefault="00550773" w:rsidP="002F164F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Address</w:t>
            </w:r>
            <w:r w:rsidR="008D572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D5720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70F1026" wp14:editId="67EB3FD8">
                      <wp:extent cx="2552700" cy="252000"/>
                      <wp:effectExtent l="0" t="0" r="19050" b="15240"/>
                      <wp:docPr id="30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F1026" id="_x0000_s1030" style="width:201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" strokeweight=".25pt">
                      <v:textbox>
                        <w:txbxContent>
                          <w:p w:rsidR="00817237" w:rsidRPr="008D5720" w:rsidRDefault="00817237" w:rsidP="008D572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90001C" w:rsidRPr="00183F36" w:rsidRDefault="008D5720" w:rsidP="00E45EBD">
            <w:pPr>
              <w:spacing w:before="12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70F1026" wp14:editId="67EB3FD8">
                      <wp:extent cx="2990850" cy="252000"/>
                      <wp:effectExtent l="0" t="0" r="19050" b="15240"/>
                      <wp:docPr id="31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085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8D5720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F1026" id="_x0000_s1031" style="width:235.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" strokeweight=".25pt">
                      <v:textbox>
                        <w:txbxContent>
                          <w:p w:rsidR="008D5720" w:rsidRPr="008D5720" w:rsidRDefault="008D5720" w:rsidP="008D572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    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br/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br/>
            </w:r>
            <w:r w:rsidR="00E45E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17237">
              <w:rPr>
                <w:rFonts w:asciiTheme="minorHAnsi" w:hAnsiTheme="minorHAnsi"/>
                <w:sz w:val="20"/>
                <w:szCs w:val="20"/>
              </w:rPr>
              <w:t xml:space="preserve">       </w:t>
            </w:r>
            <w:r w:rsidR="00E45EBD">
              <w:rPr>
                <w:rFonts w:asciiTheme="minorHAnsi" w:hAnsiTheme="minorHAnsi"/>
                <w:sz w:val="20"/>
                <w:szCs w:val="20"/>
              </w:rPr>
              <w:t xml:space="preserve">                </w:t>
            </w:r>
            <w:r w:rsidR="0081723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45EB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1723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4C025282" wp14:editId="102428CF">
                      <wp:extent cx="2181225" cy="252000"/>
                      <wp:effectExtent l="0" t="0" r="28575" b="15240"/>
                      <wp:docPr id="224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122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E45EBD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DOB:                 /                 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C025282" id="_x0000_s1032" style="width:171.7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" strokeweight=".25pt">
                      <v:textbox>
                        <w:txbxContent>
                          <w:p w:rsidR="008D5720" w:rsidRPr="008D5720" w:rsidRDefault="00E45EBD" w:rsidP="008D5720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DOB:                 /                 /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90001C"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0001C" w:rsidRPr="00183F36">
              <w:rPr>
                <w:rFonts w:asciiTheme="minorHAnsi" w:hAnsiTheme="minorHAnsi"/>
                <w:sz w:val="20"/>
                <w:szCs w:val="20"/>
              </w:rPr>
              <w:br/>
            </w:r>
            <w:r w:rsidR="00E45EBD" w:rsidRPr="00183F36">
              <w:rPr>
                <w:rFonts w:asciiTheme="minorHAnsi" w:hAnsiTheme="minorHAnsi"/>
                <w:sz w:val="20"/>
                <w:szCs w:val="20"/>
              </w:rPr>
              <w:t>Phone N</w:t>
            </w:r>
            <w:r w:rsidR="00E45EBD">
              <w:rPr>
                <w:rFonts w:asciiTheme="minorHAnsi" w:hAnsiTheme="minorHAnsi"/>
                <w:sz w:val="20"/>
                <w:szCs w:val="20"/>
              </w:rPr>
              <w:t>o or</w:t>
            </w:r>
            <w:r w:rsidR="0090001C" w:rsidRPr="00183F36">
              <w:rPr>
                <w:rFonts w:asciiTheme="minorHAnsi" w:hAnsiTheme="minorHAnsi"/>
                <w:sz w:val="20"/>
                <w:szCs w:val="20"/>
              </w:rPr>
              <w:br/>
            </w:r>
            <w:r w:rsidR="00550773" w:rsidRPr="00183F36">
              <w:rPr>
                <w:rFonts w:asciiTheme="minorHAnsi" w:hAnsiTheme="minorHAnsi"/>
                <w:sz w:val="20"/>
                <w:szCs w:val="20"/>
              </w:rPr>
              <w:t xml:space="preserve">Mobile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        </w:t>
            </w: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563E5009" wp14:editId="2F914402">
                      <wp:extent cx="2339340" cy="252000"/>
                      <wp:effectExtent l="0" t="0" r="22860" b="15240"/>
                      <wp:docPr id="225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934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8D5720" w:rsidP="008D5720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3E5009" id="_x0000_s1033" style="width:184.2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" strokeweight=".25pt">
                      <v:textbox>
                        <w:txbxContent>
                          <w:p w:rsidR="008D5720" w:rsidRPr="008D5720" w:rsidRDefault="008D5720" w:rsidP="008D572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90001C" w:rsidRPr="00183F36">
              <w:rPr>
                <w:rFonts w:asciiTheme="minorHAnsi" w:hAnsiTheme="minorHAnsi"/>
                <w:sz w:val="18"/>
                <w:szCs w:val="18"/>
              </w:rPr>
              <w:t xml:space="preserve">   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7237" w:rsidRDefault="00B97E73" w:rsidP="00B97E73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D92F02" w:rsidRPr="00183F36">
              <w:rPr>
                <w:rFonts w:asciiTheme="minorHAnsi" w:hAnsiTheme="minorHAnsi"/>
                <w:sz w:val="20"/>
                <w:szCs w:val="20"/>
              </w:rPr>
              <w:t>Address</w:t>
            </w:r>
            <w:r w:rsidRPr="00183F36">
              <w:rPr>
                <w:rFonts w:asciiTheme="minorHAnsi" w:hAnsiTheme="minorHAnsi"/>
                <w:sz w:val="20"/>
                <w:szCs w:val="20"/>
              </w:rPr>
              <w:t xml:space="preserve">: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B90DACA" wp14:editId="4F2621CB">
                      <wp:extent cx="2600325" cy="252000"/>
                      <wp:effectExtent l="0" t="0" r="28575" b="15240"/>
                      <wp:docPr id="232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032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0DACA" id="_x0000_s1034" style="width:204.7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817237" w:rsidRDefault="00817237" w:rsidP="00817237">
            <w:pPr>
              <w:spacing w:before="12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B90DACA" wp14:editId="4F2621CB">
                      <wp:extent cx="3105150" cy="252000"/>
                      <wp:effectExtent l="0" t="0" r="19050" b="15240"/>
                      <wp:docPr id="233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515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0DACA" id="_x0000_s1035" style="width:244.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90001C" w:rsidRPr="00183F36" w:rsidRDefault="00E45EBD" w:rsidP="00E45EBD">
            <w:pPr>
              <w:spacing w:before="120"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                             </w:t>
            </w:r>
            <w:r w:rsidR="0065651A"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62E2E12F" wp14:editId="34E5B6BF">
                      <wp:extent cx="2219325" cy="252000"/>
                      <wp:effectExtent l="0" t="0" r="28575" b="15240"/>
                      <wp:docPr id="234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E45EBD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DOB:              /                  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E2E12F" id="_x0000_s1036" style="width:174.7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" strokeweight=".25pt">
                      <v:textbox>
                        <w:txbxContent>
                          <w:p w:rsidR="00817237" w:rsidRPr="008D5720" w:rsidRDefault="00E45EBD" w:rsidP="0081723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DOB:              /                  /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br/>
            </w:r>
            <w:r>
              <w:rPr>
                <w:rFonts w:asciiTheme="minorHAnsi" w:hAnsiTheme="minorHAnsi"/>
                <w:sz w:val="20"/>
                <w:szCs w:val="20"/>
              </w:rPr>
              <w:t>Phone No or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br/>
            </w:r>
            <w:r w:rsidR="00817237">
              <w:rPr>
                <w:rFonts w:asciiTheme="minorHAnsi" w:hAnsiTheme="minorHAnsi"/>
                <w:sz w:val="20"/>
                <w:szCs w:val="20"/>
              </w:rPr>
              <w:t xml:space="preserve">Mobile     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751BE088" wp14:editId="4981C5A8">
                      <wp:extent cx="2562225" cy="252000"/>
                      <wp:effectExtent l="0" t="0" r="28575" b="15240"/>
                      <wp:docPr id="235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62225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51BE088" id="_x0000_s1037" style="width:201.7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90001C" w:rsidRPr="00183F36">
              <w:rPr>
                <w:rFonts w:asciiTheme="minorHAnsi" w:hAnsiTheme="minorHAnsi"/>
                <w:sz w:val="18"/>
                <w:szCs w:val="18"/>
              </w:rPr>
              <w:t xml:space="preserve">   </w:t>
            </w:r>
          </w:p>
        </w:tc>
      </w:tr>
      <w:tr w:rsidR="00B97E73" w:rsidRPr="00183F36" w:rsidTr="00B97E73">
        <w:trPr>
          <w:trHeight w:val="5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E73" w:rsidRPr="00183F36" w:rsidRDefault="00B97E73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97E73" w:rsidRPr="00183F36" w:rsidRDefault="0065651A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 xml:space="preserve">TICK 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>to have news items emailed</w:t>
            </w:r>
            <w:r w:rsidR="00D408C2">
              <w:rPr>
                <w:rFonts w:asciiTheme="minorHAnsi" w:hAnsiTheme="minorHAnsi"/>
                <w:sz w:val="20"/>
                <w:szCs w:val="20"/>
              </w:rPr>
              <w:t xml:space="preserve">   </w:t>
            </w:r>
            <w:r w:rsidR="00D408C2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6044B888" wp14:editId="47682FF1">
                      <wp:extent cx="230400" cy="212400"/>
                      <wp:effectExtent l="0" t="0" r="17780" b="16510"/>
                      <wp:docPr id="250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400" cy="21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8C2" w:rsidRPr="008D5720" w:rsidRDefault="00D408C2" w:rsidP="00D408C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44B888" id="_x0000_s1038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ITx7sioCAABSBAAADgAAAAAAAAAAAAAAAAAuAgAAZHJzL2Uyb0RvYy54&#10;bWxQSwECLQAUAAYACAAAACEAV0KDXtcAAAADAQAADwAAAAAAAAAAAAAAAACEBAAAZHJzL2Rvd25y&#10;ZXYueG1sUEsFBgAAAAAEAAQA8wAAAIgFAAAAAA==&#10;" strokeweight=".25pt">
                      <v:textbox>
                        <w:txbxContent>
                          <w:p w:rsidR="00D408C2" w:rsidRPr="008D5720" w:rsidRDefault="00D408C2" w:rsidP="00D408C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B97E73" w:rsidRPr="00183F36" w:rsidRDefault="00B97E73" w:rsidP="000C3CAD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E73" w:rsidRPr="00183F36" w:rsidRDefault="00B97E73" w:rsidP="00B97E7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  <w:p w:rsidR="00B97E73" w:rsidRPr="00183F36" w:rsidRDefault="0065651A" w:rsidP="00B97E73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TICK</w:t>
            </w:r>
            <w:r w:rsidR="00B97E73" w:rsidRPr="00183F36">
              <w:rPr>
                <w:rFonts w:asciiTheme="minorHAnsi" w:hAnsiTheme="minorHAnsi"/>
                <w:sz w:val="20"/>
                <w:szCs w:val="20"/>
              </w:rPr>
              <w:t xml:space="preserve"> to have news items emailed</w:t>
            </w:r>
            <w:r w:rsidR="00D408C2">
              <w:rPr>
                <w:rFonts w:asciiTheme="minorHAnsi" w:hAnsiTheme="minorHAnsi"/>
                <w:sz w:val="20"/>
                <w:szCs w:val="20"/>
              </w:rPr>
              <w:t xml:space="preserve">      </w:t>
            </w:r>
            <w:r w:rsidR="00D408C2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6044B888" wp14:editId="47682FF1">
                      <wp:extent cx="230400" cy="212400"/>
                      <wp:effectExtent l="0" t="0" r="17780" b="16510"/>
                      <wp:docPr id="249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0400" cy="21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408C2" w:rsidRPr="008D5720" w:rsidRDefault="00D408C2" w:rsidP="00D408C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44B888" id="_x0000_s1039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" strokeweight=".25pt">
                      <v:textbox>
                        <w:txbxContent>
                          <w:p w:rsidR="00D408C2" w:rsidRPr="008D5720" w:rsidRDefault="00D408C2" w:rsidP="00D408C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90001C" w:rsidRPr="00183F36" w:rsidTr="00B97E73">
        <w:trPr>
          <w:trHeight w:val="59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1C" w:rsidRPr="00183F36" w:rsidRDefault="0090001C" w:rsidP="000C3CAD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20"/>
                <w:szCs w:val="20"/>
              </w:rPr>
              <w:t>Email</w:t>
            </w:r>
            <w:r w:rsidR="009C4CF5" w:rsidRPr="00183F36">
              <w:rPr>
                <w:rFonts w:asciiTheme="minorHAnsi" w:hAnsiTheme="minorHAnsi"/>
                <w:sz w:val="20"/>
                <w:szCs w:val="20"/>
              </w:rPr>
              <w:t xml:space="preserve"> address:</w:t>
            </w:r>
            <w:r w:rsidRPr="00183F36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90001C" w:rsidRPr="00183F36" w:rsidRDefault="008D5720" w:rsidP="0090001C">
            <w:pPr>
              <w:spacing w:before="120"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70F1026" wp14:editId="67EB3FD8">
                      <wp:extent cx="3086100" cy="346710"/>
                      <wp:effectExtent l="0" t="0" r="19050" b="15240"/>
                      <wp:docPr id="226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346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D5720" w:rsidRPr="008D5720" w:rsidRDefault="008D5720" w:rsidP="008D5720">
                                  <w:pPr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70F1026" id="_x0000_s1040" style="width:243pt;height:2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" strokeweight=".25pt">
                      <v:textbox>
                        <w:txbxContent>
                          <w:p w:rsidR="008D5720" w:rsidRPr="008D5720" w:rsidRDefault="008D5720" w:rsidP="008D5720">
                            <w:pPr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001C" w:rsidRPr="00183F36" w:rsidRDefault="0090001C" w:rsidP="000C3CAD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83F3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183F36">
              <w:rPr>
                <w:rFonts w:asciiTheme="minorHAnsi" w:hAnsiTheme="minorHAnsi"/>
                <w:sz w:val="20"/>
                <w:szCs w:val="20"/>
              </w:rPr>
              <w:t>Email</w:t>
            </w:r>
            <w:r w:rsidR="009C4CF5" w:rsidRPr="00183F36">
              <w:rPr>
                <w:rFonts w:asciiTheme="minorHAnsi" w:hAnsiTheme="minorHAnsi"/>
                <w:sz w:val="20"/>
                <w:szCs w:val="20"/>
              </w:rPr>
              <w:t xml:space="preserve"> address</w:t>
            </w:r>
            <w:r w:rsidRPr="00183F36">
              <w:rPr>
                <w:rFonts w:asciiTheme="minorHAnsi" w:hAnsiTheme="minorHAnsi"/>
                <w:sz w:val="20"/>
                <w:szCs w:val="20"/>
              </w:rPr>
              <w:t xml:space="preserve">:  </w:t>
            </w:r>
          </w:p>
          <w:p w:rsidR="0090001C" w:rsidRPr="00183F36" w:rsidRDefault="0090001C" w:rsidP="00102245">
            <w:pPr>
              <w:spacing w:before="120"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183F36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817237">
              <w:rPr>
                <w:rFonts w:asciiTheme="minorHAnsi" w:hAnsiTheme="minorHAnsi"/>
                <w:b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inline distT="0" distB="0" distL="0" distR="0" wp14:anchorId="0B90DACA" wp14:editId="4F2621CB">
                      <wp:extent cx="3162300" cy="252000"/>
                      <wp:effectExtent l="0" t="0" r="19050" b="15240"/>
                      <wp:docPr id="236" name="Rectangl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7237" w:rsidRPr="008D5720" w:rsidRDefault="00817237" w:rsidP="00817237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B90DACA" id="_x0000_s1041" style="width:249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" strokeweight=".25pt">
                      <v:textbox>
                        <w:txbxContent>
                          <w:p w:rsidR="00817237" w:rsidRPr="008D5720" w:rsidRDefault="00817237" w:rsidP="00817237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90001C" w:rsidRPr="00183F36" w:rsidRDefault="0090001C" w:rsidP="000C3CA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7F2BBB" w:rsidRPr="009C4CF5" w:rsidRDefault="007F2BBB" w:rsidP="009C4CF5">
      <w:pPr>
        <w:spacing w:after="0" w:line="240" w:lineRule="auto"/>
        <w:rPr>
          <w:rFonts w:ascii="Corbel" w:hAnsi="Corbel"/>
          <w:sz w:val="20"/>
          <w:szCs w:val="20"/>
        </w:rPr>
      </w:pPr>
    </w:p>
    <w:p w:rsidR="007F2BBB" w:rsidRPr="00183F36" w:rsidRDefault="0000411F" w:rsidP="000134E6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 w:rsidRPr="00846382">
        <w:rPr>
          <w:rFonts w:asciiTheme="minorHAnsi" w:hAnsiTheme="minorHAnsi"/>
          <w:b/>
          <w:sz w:val="24"/>
          <w:szCs w:val="24"/>
        </w:rPr>
        <w:t>Camera Name</w:t>
      </w:r>
      <w:r w:rsidR="0084638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          </w:t>
      </w:r>
      <w:r w:rsidR="008D5720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500BA646" wp14:editId="69F6B886">
                <wp:extent cx="2247900" cy="252000"/>
                <wp:effectExtent l="0" t="0" r="19050" b="15240"/>
                <wp:docPr id="13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720" w:rsidRPr="008D5720" w:rsidRDefault="008D5720" w:rsidP="008D572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0BA646" id="_x0000_s1042" style="width:177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" strokeweight=".25pt">
                <v:textbox>
                  <w:txbxContent>
                    <w:p w:rsidR="008D5720" w:rsidRPr="008D5720" w:rsidRDefault="008D5720" w:rsidP="008D572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HAnsi" w:hAnsiTheme="minorHAnsi"/>
          <w:sz w:val="20"/>
          <w:szCs w:val="20"/>
        </w:rPr>
        <w:t xml:space="preserve">            DSLR 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6044B888" wp14:editId="47682FF1">
                <wp:extent cx="230400" cy="212400"/>
                <wp:effectExtent l="0" t="0" r="17780" b="16510"/>
                <wp:docPr id="246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44B888" id="_x0000_s1043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zyIwBSoCAABSBAAADgAAAAAAAAAAAAAAAAAuAgAAZHJzL2Uyb0RvYy54&#10;bWxQSwECLQAUAAYACAAAACEAV0KDXtcAAAADAQAADwAAAAAAAAAAAAAAAACEBAAAZHJzL2Rvd25y&#10;ZXYueG1sUEsFBgAAAAAEAAQA8wAAAIgFAAAAAA=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HAnsi" w:hAnsiTheme="minorHAnsi"/>
          <w:sz w:val="20"/>
          <w:szCs w:val="20"/>
        </w:rPr>
        <w:t xml:space="preserve"> </w:t>
      </w:r>
      <w:r w:rsidR="00846382">
        <w:rPr>
          <w:rFonts w:asciiTheme="minorHAnsi" w:hAnsiTheme="minorHAnsi"/>
          <w:sz w:val="20"/>
          <w:szCs w:val="20"/>
        </w:rPr>
        <w:t xml:space="preserve">     or     </w:t>
      </w:r>
      <w:r>
        <w:rPr>
          <w:rFonts w:asciiTheme="minorHAnsi" w:hAnsiTheme="minorHAnsi"/>
          <w:sz w:val="20"/>
          <w:szCs w:val="20"/>
        </w:rPr>
        <w:t xml:space="preserve"> Compact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6044B888" wp14:editId="47682FF1">
                <wp:extent cx="230400" cy="212400"/>
                <wp:effectExtent l="0" t="0" r="17780" b="16510"/>
                <wp:docPr id="247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44B888" id="_x0000_s1044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7F2BBB" w:rsidRPr="00183F36">
        <w:rPr>
          <w:rFonts w:asciiTheme="minorHAnsi" w:hAnsiTheme="minorHAnsi"/>
          <w:sz w:val="20"/>
          <w:szCs w:val="20"/>
        </w:rPr>
        <w:tab/>
      </w:r>
      <w:r w:rsidR="007F2BBB" w:rsidRPr="00183F36">
        <w:rPr>
          <w:rFonts w:asciiTheme="minorHAnsi" w:hAnsiTheme="minorHAnsi"/>
          <w:sz w:val="20"/>
          <w:szCs w:val="20"/>
        </w:rPr>
        <w:tab/>
      </w:r>
    </w:p>
    <w:p w:rsidR="00846382" w:rsidRDefault="00846382" w:rsidP="006A63E2">
      <w:pPr>
        <w:spacing w:after="120" w:line="240" w:lineRule="auto"/>
        <w:rPr>
          <w:rFonts w:asciiTheme="minorHAnsi" w:hAnsiTheme="minorHAnsi"/>
          <w:sz w:val="20"/>
          <w:szCs w:val="20"/>
        </w:rPr>
      </w:pPr>
      <w:r w:rsidRPr="00183F36">
        <w:rPr>
          <w:rFonts w:asciiTheme="minorHAnsi" w:hAnsiTheme="minorHAnsi"/>
          <w:b/>
          <w:sz w:val="20"/>
          <w:szCs w:val="20"/>
        </w:rPr>
        <w:t>TYPE OF MEMBERSHIP</w:t>
      </w:r>
      <w:r w:rsidRPr="00183F36">
        <w:rPr>
          <w:rFonts w:asciiTheme="minorHAnsi" w:hAnsiTheme="minorHAnsi"/>
          <w:sz w:val="20"/>
          <w:szCs w:val="20"/>
        </w:rPr>
        <w:t xml:space="preserve"> (please tick relevant box)</w:t>
      </w:r>
      <w:r w:rsidR="00817237">
        <w:rPr>
          <w:rFonts w:asciiTheme="minorHAnsi" w:hAnsiTheme="minorHAnsi"/>
          <w:sz w:val="20"/>
          <w:szCs w:val="20"/>
        </w:rPr>
        <w:t xml:space="preserve">        </w:t>
      </w:r>
    </w:p>
    <w:p w:rsidR="007F2BBB" w:rsidRPr="00183F36" w:rsidRDefault="007F2BBB" w:rsidP="00817237">
      <w:pPr>
        <w:spacing w:after="120" w:line="240" w:lineRule="auto"/>
        <w:rPr>
          <w:rFonts w:asciiTheme="minorHAnsi" w:hAnsiTheme="minorHAnsi"/>
          <w:b/>
          <w:sz w:val="20"/>
          <w:szCs w:val="20"/>
        </w:rPr>
      </w:pPr>
      <w:r w:rsidRPr="00846382">
        <w:rPr>
          <w:rFonts w:asciiTheme="minorHAnsi" w:hAnsiTheme="minorHAnsi"/>
          <w:b/>
        </w:rPr>
        <w:t>Single</w:t>
      </w:r>
      <w:r w:rsidRPr="00846382">
        <w:rPr>
          <w:rFonts w:asciiTheme="minorHAnsi" w:hAnsiTheme="minorHAnsi"/>
          <w:b/>
        </w:rPr>
        <w:tab/>
      </w:r>
      <w:r w:rsidRPr="00846382">
        <w:rPr>
          <w:rFonts w:asciiTheme="minorHAnsi" w:hAnsiTheme="minorHAnsi"/>
          <w:b/>
        </w:rPr>
        <w:tab/>
      </w:r>
      <w:r w:rsidR="000134E6" w:rsidRPr="00846382">
        <w:rPr>
          <w:rFonts w:asciiTheme="minorHAnsi" w:hAnsiTheme="minorHAnsi"/>
          <w:b/>
        </w:rPr>
        <w:t xml:space="preserve">  </w:t>
      </w:r>
      <w:r w:rsidR="00846382" w:rsidRPr="00846382">
        <w:rPr>
          <w:rFonts w:asciiTheme="minorHAnsi" w:hAnsiTheme="minorHAnsi"/>
          <w:b/>
        </w:rPr>
        <w:tab/>
      </w:r>
      <w:r w:rsidR="006A63E2" w:rsidRPr="00846382">
        <w:rPr>
          <w:rFonts w:asciiTheme="minorHAnsi" w:hAnsiTheme="minorHAnsi"/>
          <w:b/>
        </w:rPr>
        <w:t xml:space="preserve"> </w:t>
      </w:r>
      <w:r w:rsidR="008C18F3" w:rsidRPr="00846382">
        <w:rPr>
          <w:rFonts w:asciiTheme="minorHAnsi" w:hAnsiTheme="minorHAnsi"/>
          <w:b/>
        </w:rPr>
        <w:t>$5</w:t>
      </w:r>
      <w:r w:rsidR="00971BA1">
        <w:rPr>
          <w:rFonts w:asciiTheme="minorHAnsi" w:hAnsiTheme="minorHAnsi"/>
          <w:b/>
        </w:rPr>
        <w:t>5</w:t>
      </w:r>
      <w:r w:rsidRPr="00846382">
        <w:rPr>
          <w:rFonts w:asciiTheme="minorHAnsi" w:hAnsiTheme="minorHAnsi"/>
          <w:b/>
        </w:rPr>
        <w:t xml:space="preserve"> </w:t>
      </w:r>
      <w:r w:rsidR="00B6770B" w:rsidRPr="00846382">
        <w:rPr>
          <w:rFonts w:asciiTheme="minorHAnsi" w:hAnsiTheme="minorHAnsi"/>
          <w:b/>
        </w:rPr>
        <w:t xml:space="preserve">      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24E2520A" wp14:editId="19722220">
                <wp:extent cx="230400" cy="212400"/>
                <wp:effectExtent l="0" t="0" r="17780" b="16510"/>
                <wp:docPr id="237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E2520A" id="_x0000_s1045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B6770B" w:rsidRPr="00846382">
        <w:rPr>
          <w:rFonts w:asciiTheme="minorHAnsi" w:hAnsiTheme="minorHAnsi"/>
          <w:b/>
        </w:rPr>
        <w:t xml:space="preserve">    </w:t>
      </w:r>
      <w:r w:rsidR="002A010A" w:rsidRPr="00846382">
        <w:rPr>
          <w:rFonts w:asciiTheme="minorHAnsi" w:hAnsiTheme="minorHAnsi"/>
          <w:b/>
        </w:rPr>
        <w:t xml:space="preserve">       </w:t>
      </w:r>
      <w:r w:rsidR="00140486" w:rsidRPr="00183F36">
        <w:rPr>
          <w:rFonts w:asciiTheme="minorHAnsi" w:hAnsiTheme="minorHAnsi"/>
          <w:sz w:val="20"/>
          <w:szCs w:val="20"/>
        </w:rPr>
        <w:t xml:space="preserve">Family of 2              </w:t>
      </w:r>
      <w:r w:rsidR="00140486">
        <w:rPr>
          <w:rFonts w:asciiTheme="minorHAnsi" w:hAnsiTheme="minorHAnsi"/>
          <w:sz w:val="20"/>
          <w:szCs w:val="20"/>
        </w:rPr>
        <w:tab/>
      </w:r>
      <w:r w:rsidR="00140486" w:rsidRPr="00183F36">
        <w:rPr>
          <w:rFonts w:asciiTheme="minorHAnsi" w:hAnsiTheme="minorHAnsi"/>
          <w:sz w:val="20"/>
          <w:szCs w:val="20"/>
        </w:rPr>
        <w:t xml:space="preserve"> </w:t>
      </w:r>
      <w:r w:rsidR="00140486">
        <w:rPr>
          <w:rFonts w:asciiTheme="minorHAnsi" w:hAnsiTheme="minorHAnsi"/>
          <w:sz w:val="20"/>
          <w:szCs w:val="20"/>
        </w:rPr>
        <w:t xml:space="preserve">                 </w:t>
      </w:r>
      <w:r w:rsidR="00140486" w:rsidRPr="00183F36">
        <w:rPr>
          <w:rFonts w:asciiTheme="minorHAnsi" w:hAnsiTheme="minorHAnsi"/>
          <w:sz w:val="20"/>
          <w:szCs w:val="20"/>
        </w:rPr>
        <w:t>$75</w:t>
      </w:r>
      <w:r w:rsidR="00140486">
        <w:rPr>
          <w:rFonts w:asciiTheme="minorHAnsi" w:hAnsiTheme="minorHAnsi"/>
          <w:sz w:val="20"/>
          <w:szCs w:val="20"/>
        </w:rPr>
        <w:t xml:space="preserve"> </w:t>
      </w:r>
      <w:r w:rsidR="00140486" w:rsidRPr="00183F36">
        <w:rPr>
          <w:rFonts w:asciiTheme="minorHAnsi" w:hAnsiTheme="minorHAnsi"/>
          <w:sz w:val="20"/>
          <w:szCs w:val="20"/>
        </w:rPr>
        <w:t xml:space="preserve">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46454ACB" wp14:editId="6B532D34">
                <wp:extent cx="230400" cy="212400"/>
                <wp:effectExtent l="0" t="0" r="17780" b="16510"/>
                <wp:docPr id="239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454ACB" id="_x0000_s1046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B6770B" w:rsidRPr="00183F36">
        <w:rPr>
          <w:rFonts w:asciiTheme="minorHAnsi" w:hAnsiTheme="minorHAnsi"/>
          <w:sz w:val="20"/>
          <w:szCs w:val="20"/>
        </w:rPr>
        <w:t xml:space="preserve">            </w:t>
      </w:r>
      <w:r w:rsidR="002931E3" w:rsidRPr="00183F36">
        <w:rPr>
          <w:rFonts w:asciiTheme="minorHAnsi" w:hAnsiTheme="minorHAnsi"/>
          <w:sz w:val="20"/>
          <w:szCs w:val="20"/>
        </w:rPr>
        <w:t xml:space="preserve">       </w:t>
      </w:r>
    </w:p>
    <w:p w:rsidR="00960AB5" w:rsidRPr="00183F36" w:rsidRDefault="007F2BBB" w:rsidP="00817237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183F36">
        <w:rPr>
          <w:rFonts w:asciiTheme="minorHAnsi" w:hAnsiTheme="minorHAnsi"/>
          <w:sz w:val="20"/>
          <w:szCs w:val="20"/>
        </w:rPr>
        <w:t xml:space="preserve">Single – </w:t>
      </w:r>
      <w:r w:rsidR="00214130" w:rsidRPr="00183F36">
        <w:rPr>
          <w:rFonts w:asciiTheme="minorHAnsi" w:hAnsiTheme="minorHAnsi"/>
          <w:sz w:val="20"/>
          <w:szCs w:val="20"/>
        </w:rPr>
        <w:t xml:space="preserve">Pensioner </w:t>
      </w:r>
      <w:r w:rsidR="009C4CF5" w:rsidRPr="00183F36">
        <w:rPr>
          <w:rFonts w:asciiTheme="minorHAnsi" w:hAnsiTheme="minorHAnsi"/>
          <w:sz w:val="20"/>
          <w:szCs w:val="20"/>
        </w:rPr>
        <w:t xml:space="preserve"> </w:t>
      </w:r>
      <w:r w:rsidR="00846382">
        <w:rPr>
          <w:rFonts w:asciiTheme="minorHAnsi" w:hAnsiTheme="minorHAnsi"/>
          <w:sz w:val="20"/>
          <w:szCs w:val="20"/>
        </w:rPr>
        <w:tab/>
      </w:r>
      <w:r w:rsidR="009C4CF5" w:rsidRPr="00183F36">
        <w:rPr>
          <w:rFonts w:asciiTheme="minorHAnsi" w:hAnsiTheme="minorHAnsi"/>
          <w:sz w:val="20"/>
          <w:szCs w:val="20"/>
        </w:rPr>
        <w:t xml:space="preserve"> </w:t>
      </w:r>
      <w:r w:rsidR="00214130" w:rsidRPr="00183F36">
        <w:rPr>
          <w:rFonts w:asciiTheme="minorHAnsi" w:hAnsiTheme="minorHAnsi"/>
          <w:sz w:val="20"/>
          <w:szCs w:val="20"/>
        </w:rPr>
        <w:t>$</w:t>
      </w:r>
      <w:r w:rsidR="00550773" w:rsidRPr="00183F36">
        <w:rPr>
          <w:rFonts w:asciiTheme="minorHAnsi" w:hAnsiTheme="minorHAnsi"/>
          <w:sz w:val="20"/>
          <w:szCs w:val="20"/>
        </w:rPr>
        <w:t>5</w:t>
      </w:r>
      <w:r w:rsidR="00971BA1">
        <w:rPr>
          <w:rFonts w:asciiTheme="minorHAnsi" w:hAnsiTheme="minorHAnsi"/>
          <w:sz w:val="20"/>
          <w:szCs w:val="20"/>
        </w:rPr>
        <w:t>0</w:t>
      </w:r>
      <w:r w:rsidR="002A010A" w:rsidRPr="00183F36">
        <w:rPr>
          <w:rFonts w:asciiTheme="minorHAnsi" w:hAnsiTheme="minorHAnsi"/>
          <w:sz w:val="20"/>
          <w:szCs w:val="20"/>
        </w:rPr>
        <w:t xml:space="preserve">    </w:t>
      </w:r>
      <w:r w:rsidR="00176897" w:rsidRPr="00183F36">
        <w:rPr>
          <w:rFonts w:asciiTheme="minorHAnsi" w:hAnsiTheme="minorHAnsi"/>
          <w:sz w:val="20"/>
          <w:szCs w:val="20"/>
        </w:rPr>
        <w:t xml:space="preserve"> </w:t>
      </w:r>
      <w:r w:rsidR="002A010A" w:rsidRPr="00183F36">
        <w:rPr>
          <w:rFonts w:asciiTheme="minorHAnsi" w:hAnsiTheme="minorHAnsi"/>
          <w:sz w:val="20"/>
          <w:szCs w:val="20"/>
        </w:rPr>
        <w:t xml:space="preserve">    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46454ACB" wp14:editId="6B532D34">
                <wp:extent cx="230400" cy="212400"/>
                <wp:effectExtent l="0" t="0" r="17780" b="16510"/>
                <wp:docPr id="240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454ACB" id="_x0000_s1047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eG25wCoCAABSBAAADgAAAAAAAAAAAAAAAAAuAgAAZHJzL2Uyb0RvYy54&#10;bWxQSwECLQAUAAYACAAAACEAV0KDXtcAAAADAQAADwAAAAAAAAAAAAAAAACEBAAAZHJzL2Rvd25y&#10;ZXYueG1sUEsFBgAAAAAEAAQA8wAAAIgFAAAAAA=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2A010A" w:rsidRPr="00183F36">
        <w:rPr>
          <w:rFonts w:asciiTheme="minorHAnsi" w:hAnsiTheme="minorHAnsi"/>
          <w:sz w:val="20"/>
          <w:szCs w:val="20"/>
        </w:rPr>
        <w:t xml:space="preserve">    </w:t>
      </w:r>
      <w:r w:rsidR="00B6770B" w:rsidRPr="00183F36">
        <w:rPr>
          <w:rFonts w:asciiTheme="minorHAnsi" w:hAnsiTheme="minorHAnsi"/>
          <w:sz w:val="20"/>
          <w:szCs w:val="20"/>
        </w:rPr>
        <w:t xml:space="preserve"> </w:t>
      </w:r>
      <w:r w:rsidR="002A010A" w:rsidRPr="00183F36">
        <w:rPr>
          <w:rFonts w:asciiTheme="minorHAnsi" w:hAnsiTheme="minorHAnsi"/>
          <w:sz w:val="20"/>
          <w:szCs w:val="20"/>
        </w:rPr>
        <w:t xml:space="preserve">      </w:t>
      </w:r>
      <w:r w:rsidR="002931E3" w:rsidRPr="00183F36">
        <w:rPr>
          <w:rFonts w:asciiTheme="minorHAnsi" w:hAnsiTheme="minorHAnsi"/>
          <w:sz w:val="20"/>
          <w:szCs w:val="20"/>
        </w:rPr>
        <w:t>Pensioner Family of 2</w:t>
      </w:r>
      <w:r w:rsidRPr="00183F36">
        <w:rPr>
          <w:rFonts w:asciiTheme="minorHAnsi" w:hAnsiTheme="minorHAnsi"/>
          <w:sz w:val="20"/>
          <w:szCs w:val="20"/>
        </w:rPr>
        <w:tab/>
      </w:r>
      <w:r w:rsidR="00140486">
        <w:rPr>
          <w:rFonts w:asciiTheme="minorHAnsi" w:hAnsiTheme="minorHAnsi"/>
          <w:sz w:val="20"/>
          <w:szCs w:val="20"/>
        </w:rPr>
        <w:t xml:space="preserve">                 </w:t>
      </w:r>
      <w:r w:rsidR="006220F8">
        <w:rPr>
          <w:rFonts w:asciiTheme="minorHAnsi" w:hAnsiTheme="minorHAnsi"/>
          <w:sz w:val="20"/>
          <w:szCs w:val="20"/>
        </w:rPr>
        <w:t xml:space="preserve"> </w:t>
      </w:r>
      <w:r w:rsidR="008C18F3" w:rsidRPr="00183F36">
        <w:rPr>
          <w:rFonts w:asciiTheme="minorHAnsi" w:hAnsiTheme="minorHAnsi"/>
          <w:sz w:val="20"/>
          <w:szCs w:val="20"/>
        </w:rPr>
        <w:t>$</w:t>
      </w:r>
      <w:r w:rsidR="00971BA1">
        <w:rPr>
          <w:rFonts w:asciiTheme="minorHAnsi" w:hAnsiTheme="minorHAnsi"/>
          <w:sz w:val="20"/>
          <w:szCs w:val="20"/>
        </w:rPr>
        <w:t>60</w:t>
      </w:r>
      <w:r w:rsidR="00140486">
        <w:rPr>
          <w:rFonts w:asciiTheme="minorHAnsi" w:hAnsiTheme="minorHAnsi"/>
          <w:sz w:val="20"/>
          <w:szCs w:val="20"/>
        </w:rPr>
        <w:t xml:space="preserve">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3FD130C8" wp14:editId="57492F16">
                <wp:extent cx="230400" cy="212400"/>
                <wp:effectExtent l="0" t="0" r="17780" b="16510"/>
                <wp:docPr id="243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D130C8" id="_x0000_s1048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djTi8ioCAABSBAAADgAAAAAAAAAAAAAAAAAuAgAAZHJzL2Uyb0RvYy54&#10;bWxQSwECLQAUAAYACAAAACEAV0KDXtcAAAADAQAADwAAAAAAAAAAAAAAAACEBAAAZHJzL2Rvd25y&#10;ZXYueG1sUEsFBgAAAAAEAAQA8wAAAIgFAAAAAA=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9C4CF5" w:rsidRPr="00183F36" w:rsidRDefault="00960AB5" w:rsidP="00817237">
      <w:pPr>
        <w:spacing w:before="80" w:after="0" w:line="240" w:lineRule="auto"/>
        <w:rPr>
          <w:rFonts w:asciiTheme="minorHAnsi" w:hAnsiTheme="minorHAnsi"/>
          <w:sz w:val="18"/>
          <w:szCs w:val="18"/>
        </w:rPr>
      </w:pPr>
      <w:r w:rsidRPr="00183F36">
        <w:rPr>
          <w:rFonts w:asciiTheme="minorHAnsi" w:hAnsiTheme="minorHAnsi"/>
          <w:sz w:val="20"/>
          <w:szCs w:val="20"/>
        </w:rPr>
        <w:t>Jun</w:t>
      </w:r>
      <w:r w:rsidR="009C4CF5" w:rsidRPr="00183F36">
        <w:rPr>
          <w:rFonts w:asciiTheme="minorHAnsi" w:hAnsiTheme="minorHAnsi"/>
          <w:sz w:val="20"/>
          <w:szCs w:val="20"/>
        </w:rPr>
        <w:t>ior</w:t>
      </w:r>
      <w:r w:rsidR="009C4CF5" w:rsidRPr="00183F36">
        <w:rPr>
          <w:rFonts w:asciiTheme="minorHAnsi" w:hAnsiTheme="minorHAnsi"/>
          <w:sz w:val="20"/>
          <w:szCs w:val="20"/>
        </w:rPr>
        <w:tab/>
      </w:r>
      <w:r w:rsidR="009C4CF5" w:rsidRPr="00183F36">
        <w:rPr>
          <w:rFonts w:asciiTheme="minorHAnsi" w:hAnsiTheme="minorHAnsi"/>
          <w:sz w:val="20"/>
          <w:szCs w:val="20"/>
        </w:rPr>
        <w:tab/>
        <w:t xml:space="preserve">   </w:t>
      </w:r>
      <w:r w:rsidR="00846382">
        <w:rPr>
          <w:rFonts w:asciiTheme="minorHAnsi" w:hAnsiTheme="minorHAnsi"/>
          <w:sz w:val="20"/>
          <w:szCs w:val="20"/>
        </w:rPr>
        <w:tab/>
      </w:r>
      <w:r w:rsidR="008C18F3" w:rsidRPr="00183F36">
        <w:rPr>
          <w:rFonts w:asciiTheme="minorHAnsi" w:hAnsiTheme="minorHAnsi"/>
          <w:sz w:val="20"/>
          <w:szCs w:val="20"/>
        </w:rPr>
        <w:t xml:space="preserve"> $</w:t>
      </w:r>
      <w:r w:rsidR="00971BA1">
        <w:rPr>
          <w:rFonts w:asciiTheme="minorHAnsi" w:hAnsiTheme="minorHAnsi"/>
          <w:sz w:val="20"/>
          <w:szCs w:val="20"/>
        </w:rPr>
        <w:t>20</w:t>
      </w:r>
      <w:r w:rsidR="00140486">
        <w:rPr>
          <w:rFonts w:asciiTheme="minorHAnsi" w:hAnsiTheme="minorHAnsi"/>
          <w:sz w:val="20"/>
          <w:szCs w:val="20"/>
        </w:rPr>
        <w:t xml:space="preserve">         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46454ACB" wp14:editId="6B532D34">
                <wp:extent cx="230400" cy="212400"/>
                <wp:effectExtent l="0" t="0" r="17780" b="16510"/>
                <wp:docPr id="242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454ACB" id="_x0000_s1049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s/77VSoCAABSBAAADgAAAAAAAAAAAAAAAAAuAgAAZHJzL2Uyb0RvYy54&#10;bWxQSwECLQAUAAYACAAAACEAV0KDXtcAAAADAQAADwAAAAAAAAAAAAAAAACEBAAAZHJzL2Rvd25y&#10;ZXYueG1sUEsFBgAAAAAEAAQA8wAAAIgFAAAAAA=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140486">
        <w:rPr>
          <w:rFonts w:asciiTheme="minorHAnsi" w:hAnsiTheme="minorHAnsi"/>
          <w:sz w:val="20"/>
          <w:szCs w:val="20"/>
        </w:rPr>
        <w:t xml:space="preserve">           </w:t>
      </w:r>
      <w:r w:rsidR="00140486" w:rsidRPr="00183F36">
        <w:rPr>
          <w:rFonts w:asciiTheme="minorHAnsi" w:hAnsiTheme="minorHAnsi"/>
          <w:sz w:val="20"/>
          <w:szCs w:val="20"/>
        </w:rPr>
        <w:t xml:space="preserve">Each Additional Family </w:t>
      </w:r>
      <w:proofErr w:type="gramStart"/>
      <w:r w:rsidR="00140486" w:rsidRPr="00183F36">
        <w:rPr>
          <w:rFonts w:asciiTheme="minorHAnsi" w:hAnsiTheme="minorHAnsi"/>
          <w:sz w:val="20"/>
          <w:szCs w:val="20"/>
        </w:rPr>
        <w:t>Member  $</w:t>
      </w:r>
      <w:proofErr w:type="gramEnd"/>
      <w:r w:rsidR="00971BA1">
        <w:rPr>
          <w:rFonts w:asciiTheme="minorHAnsi" w:hAnsiTheme="minorHAnsi"/>
          <w:sz w:val="20"/>
          <w:szCs w:val="20"/>
        </w:rPr>
        <w:t>30</w:t>
      </w:r>
      <w:r w:rsidR="00140486">
        <w:rPr>
          <w:rFonts w:asciiTheme="minorHAnsi" w:hAnsiTheme="minorHAnsi"/>
          <w:sz w:val="20"/>
          <w:szCs w:val="20"/>
        </w:rPr>
        <w:t xml:space="preserve">  </w:t>
      </w:r>
      <w:r w:rsidR="00140486">
        <w:rPr>
          <w:rFonts w:asciiTheme="minorHAnsi" w:hAnsiTheme="minorHAnsi"/>
          <w:b/>
          <w:noProof/>
          <w:sz w:val="20"/>
          <w:szCs w:val="20"/>
          <w:lang w:eastAsia="en-AU"/>
        </w:rPr>
        <mc:AlternateContent>
          <mc:Choice Requires="wps">
            <w:drawing>
              <wp:inline distT="0" distB="0" distL="0" distR="0" wp14:anchorId="3FD130C8" wp14:editId="57492F16">
                <wp:extent cx="230400" cy="212400"/>
                <wp:effectExtent l="0" t="0" r="17780" b="16510"/>
                <wp:docPr id="24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400" cy="21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486" w:rsidRPr="008D5720" w:rsidRDefault="00140486" w:rsidP="0014048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D130C8" id="_x0000_s1050" style="width:18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" strokeweight=".25pt">
                <v:textbox>
                  <w:txbxContent>
                    <w:p w:rsidR="00140486" w:rsidRPr="008D5720" w:rsidRDefault="00140486" w:rsidP="0014048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90001C" w:rsidRPr="00183F36">
        <w:rPr>
          <w:rFonts w:asciiTheme="minorHAnsi" w:hAnsiTheme="minorHAnsi"/>
          <w:sz w:val="20"/>
          <w:szCs w:val="20"/>
        </w:rPr>
        <w:br/>
      </w:r>
    </w:p>
    <w:p w:rsidR="00407AF5" w:rsidRPr="00183F36" w:rsidRDefault="00817237" w:rsidP="009C4CF5">
      <w:pPr>
        <w:spacing w:before="80" w:after="0" w:line="24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D462671" wp14:editId="173DAC2C">
                <wp:simplePos x="0" y="0"/>
                <wp:positionH relativeFrom="column">
                  <wp:posOffset>771525</wp:posOffset>
                </wp:positionH>
                <wp:positionV relativeFrom="paragraph">
                  <wp:posOffset>-1270</wp:posOffset>
                </wp:positionV>
                <wp:extent cx="3023870" cy="252095"/>
                <wp:effectExtent l="0" t="0" r="24130" b="14605"/>
                <wp:wrapNone/>
                <wp:docPr id="5" name="Rectangl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387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751A2B" id="Rectangle 205" o:spid="_x0000_s1026" style="position:absolute;margin-left:60.75pt;margin-top:-.1pt;width:238.1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g7IgIAAD4EAAAOAAAAZHJzL2Uyb0RvYy54bWysU9tuEzEQfUfiHyy/k700Ie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" strokeweight=".25pt"/>
            </w:pict>
          </mc:Fallback>
        </mc:AlternateContent>
      </w:r>
      <w:r w:rsidR="00677749">
        <w:rPr>
          <w:rFonts w:asciiTheme="minorHAnsi" w:hAnsiTheme="minorHAnsi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DF6531" wp14:editId="7D39C484">
                <wp:simplePos x="0" y="0"/>
                <wp:positionH relativeFrom="column">
                  <wp:posOffset>4482465</wp:posOffset>
                </wp:positionH>
                <wp:positionV relativeFrom="paragraph">
                  <wp:posOffset>-4445</wp:posOffset>
                </wp:positionV>
                <wp:extent cx="1609725" cy="252095"/>
                <wp:effectExtent l="0" t="0" r="28575" b="14605"/>
                <wp:wrapNone/>
                <wp:docPr id="6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237" w:rsidRPr="00817237" w:rsidRDefault="00817237" w:rsidP="0081723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F6531" id="_x0000_s1051" style="position:absolute;margin-left:352.95pt;margin-top:-.35pt;width:126.75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" strokeweight=".25pt">
                <v:textbox>
                  <w:txbxContent>
                    <w:p w:rsidR="00817237" w:rsidRPr="00817237" w:rsidRDefault="00817237" w:rsidP="0081723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07AF5" w:rsidRPr="00183F36">
        <w:rPr>
          <w:rFonts w:asciiTheme="minorHAnsi" w:hAnsiTheme="minorHAnsi"/>
          <w:sz w:val="20"/>
          <w:szCs w:val="20"/>
        </w:rPr>
        <w:t>Signature</w:t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</w:r>
      <w:r w:rsidR="00407AF5" w:rsidRPr="00183F36">
        <w:rPr>
          <w:rFonts w:asciiTheme="minorHAnsi" w:hAnsiTheme="minorHAnsi"/>
          <w:sz w:val="20"/>
          <w:szCs w:val="20"/>
        </w:rPr>
        <w:tab/>
        <w:t xml:space="preserve">Date     </w:t>
      </w:r>
    </w:p>
    <w:p w:rsidR="000134E6" w:rsidRPr="00183F36" w:rsidRDefault="007F2BBB" w:rsidP="00817237">
      <w:pPr>
        <w:pStyle w:val="NoSpacing"/>
        <w:rPr>
          <w:rFonts w:asciiTheme="minorHAnsi" w:hAnsiTheme="minorHAnsi"/>
          <w:sz w:val="20"/>
          <w:szCs w:val="20"/>
        </w:rPr>
      </w:pPr>
      <w:r w:rsidRPr="0000411F">
        <w:rPr>
          <w:rFonts w:asciiTheme="minorHAnsi" w:hAnsiTheme="minorHAnsi"/>
          <w:b/>
          <w:sz w:val="28"/>
          <w:szCs w:val="28"/>
        </w:rPr>
        <w:t>How to make payment</w:t>
      </w:r>
      <w:r w:rsidRPr="00183F36">
        <w:rPr>
          <w:rFonts w:asciiTheme="minorHAnsi" w:hAnsiTheme="minorHAnsi"/>
          <w:b/>
          <w:sz w:val="20"/>
          <w:szCs w:val="20"/>
        </w:rPr>
        <w:t>:</w:t>
      </w:r>
      <w:r w:rsidRPr="00183F36">
        <w:rPr>
          <w:rFonts w:asciiTheme="minorHAnsi" w:hAnsiTheme="minorHAnsi"/>
          <w:sz w:val="20"/>
          <w:szCs w:val="20"/>
        </w:rPr>
        <w:t xml:space="preserve"> </w:t>
      </w:r>
      <w:r w:rsidR="00CF2C30" w:rsidRPr="00183F36">
        <w:rPr>
          <w:rFonts w:asciiTheme="minorHAnsi" w:hAnsiTheme="minorHAnsi"/>
          <w:sz w:val="20"/>
          <w:szCs w:val="20"/>
        </w:rPr>
        <w:tab/>
      </w:r>
      <w:r w:rsidR="00BE2A51" w:rsidRPr="00183F36">
        <w:rPr>
          <w:rFonts w:asciiTheme="minorHAnsi" w:hAnsiTheme="minorHAnsi"/>
          <w:sz w:val="20"/>
          <w:szCs w:val="20"/>
        </w:rPr>
        <w:br/>
      </w:r>
      <w:r w:rsidR="00677749" w:rsidRPr="00677749">
        <w:rPr>
          <w:rFonts w:asciiTheme="minorHAnsi" w:hAnsiTheme="minorHAnsi"/>
          <w:b/>
          <w:sz w:val="20"/>
          <w:szCs w:val="20"/>
        </w:rPr>
        <w:t>Email copy of form</w:t>
      </w:r>
      <w:r w:rsidR="00677749">
        <w:rPr>
          <w:rFonts w:asciiTheme="minorHAnsi" w:hAnsiTheme="minorHAnsi"/>
          <w:sz w:val="20"/>
          <w:szCs w:val="20"/>
        </w:rPr>
        <w:t xml:space="preserve"> to </w:t>
      </w:r>
      <w:hyperlink r:id="rId8" w:history="1">
        <w:r w:rsidR="00677749" w:rsidRPr="00183F36">
          <w:rPr>
            <w:rStyle w:val="Hyperlink"/>
            <w:rFonts w:asciiTheme="minorHAnsi" w:hAnsiTheme="minorHAnsi"/>
            <w:b/>
            <w:i/>
            <w:iCs/>
            <w:sz w:val="20"/>
            <w:szCs w:val="20"/>
          </w:rPr>
          <w:t>treasurer@cpsinc.org.au</w:t>
        </w:r>
      </w:hyperlink>
      <w:r w:rsidR="00BE2A51" w:rsidRPr="00183F36">
        <w:rPr>
          <w:rFonts w:asciiTheme="minorHAnsi" w:hAnsiTheme="minorHAnsi"/>
          <w:sz w:val="20"/>
          <w:szCs w:val="20"/>
        </w:rPr>
        <w:br/>
      </w:r>
      <w:r w:rsidR="00CF2C30" w:rsidRPr="0000411F">
        <w:rPr>
          <w:rFonts w:asciiTheme="minorHAnsi" w:hAnsiTheme="minorHAnsi"/>
          <w:b/>
          <w:sz w:val="24"/>
          <w:szCs w:val="24"/>
        </w:rPr>
        <w:t>Direct D</w:t>
      </w:r>
      <w:r w:rsidR="009E6C39" w:rsidRPr="0000411F">
        <w:rPr>
          <w:rFonts w:asciiTheme="minorHAnsi" w:hAnsiTheme="minorHAnsi"/>
          <w:b/>
          <w:sz w:val="24"/>
          <w:szCs w:val="24"/>
        </w:rPr>
        <w:t>eposit</w:t>
      </w:r>
      <w:r w:rsidR="00CF2C30" w:rsidRPr="0000411F">
        <w:rPr>
          <w:rFonts w:asciiTheme="minorHAnsi" w:hAnsiTheme="minorHAnsi"/>
          <w:b/>
          <w:sz w:val="24"/>
          <w:szCs w:val="24"/>
        </w:rPr>
        <w:t>:</w:t>
      </w:r>
      <w:r w:rsidR="00CF2C30" w:rsidRPr="0000411F">
        <w:rPr>
          <w:rFonts w:asciiTheme="minorHAnsi" w:hAnsiTheme="minorHAnsi"/>
          <w:sz w:val="24"/>
          <w:szCs w:val="24"/>
        </w:rPr>
        <w:t xml:space="preserve">  </w:t>
      </w:r>
      <w:r w:rsidR="007F33DD" w:rsidRPr="0000411F">
        <w:rPr>
          <w:rFonts w:asciiTheme="minorHAnsi" w:hAnsiTheme="minorHAnsi"/>
          <w:sz w:val="24"/>
          <w:szCs w:val="24"/>
        </w:rPr>
        <w:t xml:space="preserve">Cairns Penny </w:t>
      </w:r>
      <w:r w:rsidR="00176897" w:rsidRPr="0000411F">
        <w:rPr>
          <w:rFonts w:asciiTheme="minorHAnsi" w:hAnsiTheme="minorHAnsi"/>
          <w:sz w:val="24"/>
          <w:szCs w:val="24"/>
        </w:rPr>
        <w:t>Bank</w:t>
      </w:r>
      <w:r w:rsidR="00176897" w:rsidRPr="00183F36">
        <w:rPr>
          <w:rFonts w:asciiTheme="minorHAnsi" w:hAnsiTheme="minorHAnsi"/>
          <w:sz w:val="20"/>
          <w:szCs w:val="20"/>
        </w:rPr>
        <w:t xml:space="preserve"> </w:t>
      </w:r>
      <w:r w:rsidR="0000411F">
        <w:rPr>
          <w:rFonts w:asciiTheme="minorHAnsi" w:hAnsiTheme="minorHAnsi"/>
          <w:sz w:val="20"/>
          <w:szCs w:val="20"/>
        </w:rPr>
        <w:t xml:space="preserve">  </w:t>
      </w:r>
      <w:r w:rsidR="0000411F" w:rsidRPr="0000411F">
        <w:rPr>
          <w:rFonts w:asciiTheme="minorHAnsi" w:hAnsiTheme="minorHAnsi"/>
          <w:b/>
          <w:sz w:val="24"/>
          <w:szCs w:val="24"/>
        </w:rPr>
        <w:t>BSB:</w:t>
      </w:r>
      <w:r w:rsidR="0000411F" w:rsidRPr="0000411F">
        <w:rPr>
          <w:rFonts w:asciiTheme="minorHAnsi" w:hAnsiTheme="minorHAnsi"/>
          <w:sz w:val="24"/>
          <w:szCs w:val="24"/>
        </w:rPr>
        <w:t xml:space="preserve">  704966      </w:t>
      </w:r>
      <w:r w:rsidR="0000411F" w:rsidRPr="0000411F">
        <w:rPr>
          <w:rFonts w:asciiTheme="minorHAnsi" w:hAnsiTheme="minorHAnsi"/>
          <w:b/>
          <w:sz w:val="24"/>
          <w:szCs w:val="24"/>
        </w:rPr>
        <w:t>A/c Number:</w:t>
      </w:r>
      <w:r w:rsidR="0000411F" w:rsidRPr="0000411F">
        <w:rPr>
          <w:rFonts w:asciiTheme="minorHAnsi" w:hAnsiTheme="minorHAnsi"/>
          <w:sz w:val="24"/>
          <w:szCs w:val="24"/>
        </w:rPr>
        <w:t xml:space="preserve"> 1000 02973</w:t>
      </w:r>
    </w:p>
    <w:p w:rsidR="007F2BBB" w:rsidRDefault="00971BA1" w:rsidP="00846382">
      <w:pPr>
        <w:pStyle w:val="NoSpacing"/>
        <w:spacing w:line="360" w:lineRule="auto"/>
        <w:rPr>
          <w:rStyle w:val="Hyperlink"/>
          <w:rFonts w:asciiTheme="minorHAnsi" w:hAnsiTheme="minorHAnsi"/>
          <w:b/>
          <w:i/>
          <w:iCs/>
          <w:sz w:val="20"/>
          <w:szCs w:val="20"/>
        </w:rPr>
      </w:pPr>
      <w:r>
        <w:rPr>
          <w:rFonts w:ascii="Corbel" w:hAnsi="Corbe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5609590</wp:posOffset>
                </wp:positionH>
                <wp:positionV relativeFrom="page">
                  <wp:posOffset>9776460</wp:posOffset>
                </wp:positionV>
                <wp:extent cx="1036800" cy="237600"/>
                <wp:effectExtent l="0" t="0" r="11430" b="101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800" cy="237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FA0D1" id="Rectangle 3" o:spid="_x0000_s1026" style="position:absolute;margin-left:441.7pt;margin-top:769.8pt;width:81.65pt;height:18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" filled="f" strokecolor="#bfbfbf [2412]" strokeweight="2pt">
                <w10:wrap anchory="page"/>
              </v:rect>
            </w:pict>
          </mc:Fallback>
        </mc:AlternateContent>
      </w:r>
      <w:r w:rsidR="00677749" w:rsidRPr="00677749">
        <w:rPr>
          <w:rFonts w:ascii="Corbel" w:hAnsi="Corbel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9524</wp:posOffset>
                </wp:positionH>
                <wp:positionV relativeFrom="paragraph">
                  <wp:posOffset>259715</wp:posOffset>
                </wp:positionV>
                <wp:extent cx="6718935" cy="1143000"/>
                <wp:effectExtent l="0" t="0" r="24765" b="19050"/>
                <wp:wrapNone/>
                <wp:docPr id="4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1893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965" w:rsidRPr="00183F36" w:rsidRDefault="00E35965" w:rsidP="009C4CF5">
                            <w:pPr>
                              <w:spacing w:after="80" w:line="240" w:lineRule="auto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83F36"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</w:rPr>
                              <w:t>OFFICE USE ONLY</w:t>
                            </w:r>
                          </w:p>
                          <w:p w:rsidR="00E35965" w:rsidRPr="00183F36" w:rsidRDefault="00E35965" w:rsidP="007F2BBB">
                            <w:pPr>
                              <w:spacing w:after="0" w:line="240" w:lineRule="auto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New Member:  Nominated by</w:t>
                            </w:r>
                            <w:r w:rsidR="0065651A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</w:t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……………………………………………   </w:t>
                            </w:r>
                            <w:r w:rsidR="00562231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Seconded by</w:t>
                            </w:r>
                            <w:r w:rsidR="009C4CF5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………………………………………….............</w:t>
                            </w:r>
                          </w:p>
                          <w:p w:rsidR="00E35965" w:rsidRPr="00183F36" w:rsidRDefault="00E35965" w:rsidP="007F2BBB">
                            <w:pPr>
                              <w:spacing w:after="0" w:line="240" w:lineRule="auto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Receipt </w:t>
                            </w:r>
                            <w:r w:rsidR="00562231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No:</w:t>
                            </w:r>
                            <w:r w:rsidR="000E6D8D" w:rsidRPr="000E6D8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E6D8D" w:rsidRPr="000E6D8D"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051560" cy="25146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156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5651A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ab/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Amount Received:   </w:t>
                            </w:r>
                            <w:r w:rsidR="000E6D8D" w:rsidRPr="000E6D8D"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 wp14:anchorId="3EEE64EF" wp14:editId="5AA3057B">
                                  <wp:extent cx="1386840" cy="251460"/>
                                  <wp:effectExtent l="0" t="0" r="381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6840" cy="251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  Membership N</w:t>
                            </w:r>
                            <w:r w:rsidR="000E6D8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o</w:t>
                            </w:r>
                            <w:r w:rsidR="00562231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</w:t>
                            </w: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 w:rsidR="00E35965" w:rsidRDefault="00E35965" w:rsidP="007F2BB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Date</w:t>
                            </w:r>
                            <w:r w:rsidR="009C4CF5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:</w:t>
                            </w:r>
                            <w:r w:rsidR="000E6D8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="000E6D8D" w:rsidRPr="000E6D8D"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051560" cy="251460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1479" cy="2562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E6D8D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65651A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Email List</w:t>
                            </w:r>
                            <w:r w:rsidR="0000411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5651A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81592" w:rsidRPr="00183F36"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00025" cy="161925"/>
                                  <wp:effectExtent l="0" t="0" r="9525" b="9525"/>
                                  <wp:docPr id="227" name="Picture 2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C4CF5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7932EF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ab/>
                            </w:r>
                            <w:r w:rsidR="0065651A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Name Badge</w:t>
                            </w:r>
                            <w:r w:rsidR="0000411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00411F" w:rsidRPr="00183F36">
                              <w:rPr>
                                <w:rFonts w:asciiTheme="minorHAnsi" w:hAnsiTheme="minorHAnsi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00025" cy="161925"/>
                                  <wp:effectExtent l="0" t="0" r="9525" b="9525"/>
                                  <wp:docPr id="2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0411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w:r w:rsidR="009C4CF5" w:rsidRPr="00183F36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Welcome Letter</w:t>
                            </w:r>
                            <w:r w:rsidR="0000411F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9C4CF5">
                              <w:rPr>
                                <w:rFonts w:ascii="Corbel" w:hAnsi="Corbe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81592">
                              <w:rPr>
                                <w:rFonts w:ascii="Corbel" w:hAnsi="Corbel"/>
                                <w:noProof/>
                                <w:sz w:val="20"/>
                                <w:szCs w:val="20"/>
                                <w:lang w:eastAsia="en-AU"/>
                              </w:rPr>
                              <w:drawing>
                                <wp:inline distT="0" distB="0" distL="0" distR="0">
                                  <wp:extent cx="200025" cy="161925"/>
                                  <wp:effectExtent l="0" t="0" r="9525" b="9525"/>
                                  <wp:docPr id="229" name="Picture 2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35965" w:rsidRDefault="00E35965" w:rsidP="007F2BB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E35965" w:rsidRDefault="00E35965" w:rsidP="007F2BB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35965" w:rsidRDefault="00E35965" w:rsidP="007F2BB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35965" w:rsidRPr="006F370A" w:rsidRDefault="00E35965" w:rsidP="007F2BBB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53" type="#_x0000_t202" style="position:absolute;margin-left:.75pt;margin-top:20.45pt;width:529.0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" strokeweight="1.5pt">
                <v:textbox>
                  <w:txbxContent>
                    <w:p w:rsidR="00E35965" w:rsidRPr="00183F36" w:rsidRDefault="00E35965" w:rsidP="009C4CF5">
                      <w:pPr>
                        <w:spacing w:after="80" w:line="240" w:lineRule="auto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83F36">
                        <w:rPr>
                          <w:rFonts w:asciiTheme="minorHAnsi" w:hAnsiTheme="minorHAnsi"/>
                          <w:b/>
                          <w:sz w:val="20"/>
                          <w:szCs w:val="20"/>
                        </w:rPr>
                        <w:t>OFFICE USE ONLY</w:t>
                      </w:r>
                    </w:p>
                    <w:p w:rsidR="00E35965" w:rsidRPr="00183F36" w:rsidRDefault="00E35965" w:rsidP="007F2BBB">
                      <w:pPr>
                        <w:spacing w:after="0" w:line="240" w:lineRule="auto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New Member:  Nominated by</w:t>
                      </w:r>
                      <w:r w:rsidR="0065651A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</w:t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……………………………………………   </w:t>
                      </w:r>
                      <w:r w:rsidR="00562231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</w:t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Seconded by</w:t>
                      </w:r>
                      <w:r w:rsidR="009C4CF5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: </w:t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………………………………………….............</w:t>
                      </w:r>
                    </w:p>
                    <w:p w:rsidR="00E35965" w:rsidRPr="00183F36" w:rsidRDefault="00E35965" w:rsidP="007F2BBB">
                      <w:pPr>
                        <w:spacing w:after="0" w:line="240" w:lineRule="auto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Receipt </w:t>
                      </w:r>
                      <w:r w:rsidR="00562231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No:</w:t>
                      </w:r>
                      <w:r w:rsidR="000E6D8D" w:rsidRPr="000E6D8D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="000E6D8D" w:rsidRPr="000E6D8D"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>
                            <wp:extent cx="1051560" cy="25146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156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5651A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ab/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Amount Received:   </w:t>
                      </w:r>
                      <w:r w:rsidR="000E6D8D" w:rsidRPr="000E6D8D"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 wp14:anchorId="3EEE64EF" wp14:editId="5AA3057B">
                            <wp:extent cx="1386840" cy="251460"/>
                            <wp:effectExtent l="0" t="0" r="381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684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  Membership N</w:t>
                      </w:r>
                      <w:r w:rsidR="000E6D8D">
                        <w:rPr>
                          <w:rFonts w:asciiTheme="minorHAnsi" w:hAnsiTheme="minorHAnsi"/>
                          <w:sz w:val="20"/>
                          <w:szCs w:val="20"/>
                        </w:rPr>
                        <w:t>o</w:t>
                      </w:r>
                      <w:r w:rsidR="00562231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</w:t>
                      </w: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   </w:t>
                      </w:r>
                    </w:p>
                    <w:p w:rsidR="00E35965" w:rsidRDefault="00E35965" w:rsidP="007F2BB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Date</w:t>
                      </w:r>
                      <w:r w:rsidR="009C4CF5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:</w:t>
                      </w:r>
                      <w:r w:rsidR="000E6D8D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         </w:t>
                      </w:r>
                      <w:r w:rsidR="000E6D8D" w:rsidRPr="000E6D8D"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>
                            <wp:extent cx="1051560" cy="251460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1479" cy="2562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E6D8D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  </w:t>
                      </w:r>
                      <w:r w:rsidR="0065651A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Email List</w:t>
                      </w:r>
                      <w:r w:rsidR="0000411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</w:t>
                      </w:r>
                      <w:r w:rsidR="0065651A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</w:t>
                      </w:r>
                      <w:r w:rsidR="00381592" w:rsidRPr="00183F36"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>
                            <wp:extent cx="200025" cy="161925"/>
                            <wp:effectExtent l="0" t="0" r="9525" b="9525"/>
                            <wp:docPr id="227" name="Picture 2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C4CF5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ab/>
                      </w:r>
                      <w:r w:rsidR="007932EF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ab/>
                      </w:r>
                      <w:r w:rsidR="0065651A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Name Badge</w:t>
                      </w:r>
                      <w:r w:rsidR="0000411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</w:t>
                      </w:r>
                      <w:r w:rsidR="0000411F" w:rsidRPr="00183F36">
                        <w:rPr>
                          <w:rFonts w:asciiTheme="minorHAnsi" w:hAnsiTheme="minorHAnsi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>
                            <wp:extent cx="200025" cy="161925"/>
                            <wp:effectExtent l="0" t="0" r="9525" b="9525"/>
                            <wp:docPr id="228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0411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           </w:t>
                      </w:r>
                      <w:r w:rsidR="009C4CF5" w:rsidRPr="00183F36">
                        <w:rPr>
                          <w:rFonts w:asciiTheme="minorHAnsi" w:hAnsiTheme="minorHAnsi"/>
                          <w:sz w:val="20"/>
                          <w:szCs w:val="20"/>
                        </w:rPr>
                        <w:t>Welcome Letter</w:t>
                      </w:r>
                      <w:r w:rsidR="0000411F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  </w:t>
                      </w:r>
                      <w:r w:rsidR="009C4CF5">
                        <w:rPr>
                          <w:rFonts w:ascii="Corbel" w:hAnsi="Corbel"/>
                          <w:sz w:val="20"/>
                          <w:szCs w:val="20"/>
                        </w:rPr>
                        <w:t xml:space="preserve"> </w:t>
                      </w:r>
                      <w:r w:rsidR="00381592">
                        <w:rPr>
                          <w:rFonts w:ascii="Corbel" w:hAnsi="Corbel"/>
                          <w:noProof/>
                          <w:sz w:val="20"/>
                          <w:szCs w:val="20"/>
                          <w:lang w:eastAsia="en-AU"/>
                        </w:rPr>
                        <w:drawing>
                          <wp:inline distT="0" distB="0" distL="0" distR="0">
                            <wp:extent cx="200025" cy="161925"/>
                            <wp:effectExtent l="0" t="0" r="9525" b="9525"/>
                            <wp:docPr id="229" name="Picture 2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" cy="161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35965" w:rsidRDefault="00E35965" w:rsidP="007F2BB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</w:p>
                    <w:p w:rsidR="00E35965" w:rsidRDefault="00E35965" w:rsidP="007F2BB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E35965" w:rsidRDefault="00E35965" w:rsidP="007F2BB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E35965" w:rsidRPr="006F370A" w:rsidRDefault="00E35965" w:rsidP="007F2BBB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34E6" w:rsidRPr="00677749">
        <w:rPr>
          <w:rFonts w:asciiTheme="minorHAnsi" w:hAnsiTheme="minorHAnsi"/>
          <w:b/>
          <w:sz w:val="24"/>
          <w:szCs w:val="24"/>
        </w:rPr>
        <w:t xml:space="preserve">PLEASE </w:t>
      </w:r>
      <w:r w:rsidR="00407AF5" w:rsidRPr="00677749">
        <w:rPr>
          <w:rFonts w:asciiTheme="minorHAnsi" w:hAnsiTheme="minorHAnsi"/>
          <w:b/>
          <w:sz w:val="24"/>
          <w:szCs w:val="24"/>
        </w:rPr>
        <w:t>ensure your</w:t>
      </w:r>
      <w:r w:rsidR="000134E6" w:rsidRPr="00677749">
        <w:rPr>
          <w:rFonts w:asciiTheme="minorHAnsi" w:hAnsiTheme="minorHAnsi"/>
          <w:b/>
          <w:sz w:val="24"/>
          <w:szCs w:val="24"/>
        </w:rPr>
        <w:t xml:space="preserve"> FULL NAME </w:t>
      </w:r>
      <w:r w:rsidR="00407AF5" w:rsidRPr="00677749">
        <w:rPr>
          <w:rFonts w:asciiTheme="minorHAnsi" w:hAnsiTheme="minorHAnsi"/>
          <w:b/>
          <w:sz w:val="24"/>
          <w:szCs w:val="24"/>
        </w:rPr>
        <w:t xml:space="preserve">is included in </w:t>
      </w:r>
      <w:r w:rsidR="00562231" w:rsidRPr="00677749">
        <w:rPr>
          <w:rFonts w:asciiTheme="minorHAnsi" w:hAnsiTheme="minorHAnsi"/>
          <w:b/>
          <w:sz w:val="24"/>
          <w:szCs w:val="24"/>
        </w:rPr>
        <w:t xml:space="preserve">Transaction </w:t>
      </w:r>
      <w:r w:rsidR="009C4CF5" w:rsidRPr="00677749">
        <w:rPr>
          <w:rFonts w:asciiTheme="minorHAnsi" w:hAnsiTheme="minorHAnsi"/>
          <w:b/>
          <w:sz w:val="24"/>
          <w:szCs w:val="24"/>
        </w:rPr>
        <w:t>Details</w:t>
      </w:r>
      <w:r w:rsidR="00562231" w:rsidRPr="00677749">
        <w:rPr>
          <w:rFonts w:asciiTheme="minorHAnsi" w:hAnsiTheme="minorHAnsi"/>
          <w:b/>
          <w:sz w:val="24"/>
          <w:szCs w:val="24"/>
        </w:rPr>
        <w:t xml:space="preserve"> &amp;</w:t>
      </w:r>
      <w:r w:rsidR="0035396F" w:rsidRPr="00677749">
        <w:rPr>
          <w:rFonts w:asciiTheme="minorHAnsi" w:hAnsiTheme="minorHAnsi"/>
          <w:b/>
          <w:sz w:val="24"/>
          <w:szCs w:val="24"/>
        </w:rPr>
        <w:t xml:space="preserve"> Email</w:t>
      </w:r>
      <w:r w:rsidR="0035396F" w:rsidRPr="00183F36">
        <w:rPr>
          <w:rFonts w:asciiTheme="minorHAnsi" w:hAnsiTheme="minorHAnsi"/>
          <w:b/>
          <w:sz w:val="20"/>
          <w:szCs w:val="20"/>
        </w:rPr>
        <w:t xml:space="preserve"> </w:t>
      </w:r>
      <w:hyperlink r:id="rId15" w:history="1">
        <w:r w:rsidR="0035396F" w:rsidRPr="00183F36">
          <w:rPr>
            <w:rStyle w:val="Hyperlink"/>
            <w:rFonts w:asciiTheme="minorHAnsi" w:hAnsiTheme="minorHAnsi"/>
            <w:b/>
            <w:i/>
            <w:iCs/>
            <w:sz w:val="20"/>
            <w:szCs w:val="20"/>
          </w:rPr>
          <w:t>treasurer@cpsinc.org.au</w:t>
        </w:r>
      </w:hyperlink>
    </w:p>
    <w:sectPr w:rsidR="007F2BBB" w:rsidSect="0090001C">
      <w:pgSz w:w="11907" w:h="16839" w:code="9"/>
      <w:pgMar w:top="454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36"/>
    <w:rsid w:val="0000411F"/>
    <w:rsid w:val="00010D14"/>
    <w:rsid w:val="0001305E"/>
    <w:rsid w:val="000134E6"/>
    <w:rsid w:val="00046CDD"/>
    <w:rsid w:val="00064ED4"/>
    <w:rsid w:val="0007088C"/>
    <w:rsid w:val="0008294B"/>
    <w:rsid w:val="00095F7B"/>
    <w:rsid w:val="000A3EA9"/>
    <w:rsid w:val="000B6BA2"/>
    <w:rsid w:val="000C3CAD"/>
    <w:rsid w:val="000E5E85"/>
    <w:rsid w:val="000E6D8D"/>
    <w:rsid w:val="0010025F"/>
    <w:rsid w:val="00102245"/>
    <w:rsid w:val="00140486"/>
    <w:rsid w:val="00141203"/>
    <w:rsid w:val="00152AA7"/>
    <w:rsid w:val="00176897"/>
    <w:rsid w:val="00183F36"/>
    <w:rsid w:val="00185101"/>
    <w:rsid w:val="001A7532"/>
    <w:rsid w:val="001D3403"/>
    <w:rsid w:val="001D69F2"/>
    <w:rsid w:val="001E1AC2"/>
    <w:rsid w:val="001F6106"/>
    <w:rsid w:val="00212A99"/>
    <w:rsid w:val="00214130"/>
    <w:rsid w:val="00222E76"/>
    <w:rsid w:val="00240D78"/>
    <w:rsid w:val="00247FFC"/>
    <w:rsid w:val="002529B8"/>
    <w:rsid w:val="002931E3"/>
    <w:rsid w:val="00294722"/>
    <w:rsid w:val="00296033"/>
    <w:rsid w:val="002A010A"/>
    <w:rsid w:val="002A7CB5"/>
    <w:rsid w:val="002C7203"/>
    <w:rsid w:val="002D62CF"/>
    <w:rsid w:val="002F12FD"/>
    <w:rsid w:val="002F164F"/>
    <w:rsid w:val="003076B9"/>
    <w:rsid w:val="0032115B"/>
    <w:rsid w:val="003366EE"/>
    <w:rsid w:val="0035396F"/>
    <w:rsid w:val="00360D17"/>
    <w:rsid w:val="00375748"/>
    <w:rsid w:val="00381592"/>
    <w:rsid w:val="00394C0D"/>
    <w:rsid w:val="003A5BDE"/>
    <w:rsid w:val="003A64C4"/>
    <w:rsid w:val="003A7464"/>
    <w:rsid w:val="003C1152"/>
    <w:rsid w:val="003C6A1E"/>
    <w:rsid w:val="003E30A3"/>
    <w:rsid w:val="00400D4F"/>
    <w:rsid w:val="00407AF5"/>
    <w:rsid w:val="00433C95"/>
    <w:rsid w:val="00443653"/>
    <w:rsid w:val="00450D98"/>
    <w:rsid w:val="00470CC4"/>
    <w:rsid w:val="00487838"/>
    <w:rsid w:val="004A6F59"/>
    <w:rsid w:val="004A744C"/>
    <w:rsid w:val="004A78EE"/>
    <w:rsid w:val="004E4510"/>
    <w:rsid w:val="005030E9"/>
    <w:rsid w:val="00504F34"/>
    <w:rsid w:val="005254B1"/>
    <w:rsid w:val="00526B21"/>
    <w:rsid w:val="00530FF5"/>
    <w:rsid w:val="00531AFF"/>
    <w:rsid w:val="00550773"/>
    <w:rsid w:val="00552D84"/>
    <w:rsid w:val="00557812"/>
    <w:rsid w:val="005606C5"/>
    <w:rsid w:val="005620BA"/>
    <w:rsid w:val="00562231"/>
    <w:rsid w:val="00584072"/>
    <w:rsid w:val="00584CDB"/>
    <w:rsid w:val="00587C3D"/>
    <w:rsid w:val="005A12B8"/>
    <w:rsid w:val="005A572E"/>
    <w:rsid w:val="005B7566"/>
    <w:rsid w:val="005C0483"/>
    <w:rsid w:val="005C4546"/>
    <w:rsid w:val="006220F8"/>
    <w:rsid w:val="006332D1"/>
    <w:rsid w:val="0064512F"/>
    <w:rsid w:val="0065651A"/>
    <w:rsid w:val="006568F5"/>
    <w:rsid w:val="006579E9"/>
    <w:rsid w:val="00667FFE"/>
    <w:rsid w:val="00670B59"/>
    <w:rsid w:val="00677749"/>
    <w:rsid w:val="00685161"/>
    <w:rsid w:val="00697145"/>
    <w:rsid w:val="006A63E2"/>
    <w:rsid w:val="006A68E2"/>
    <w:rsid w:val="006F29F7"/>
    <w:rsid w:val="006F370A"/>
    <w:rsid w:val="006F7831"/>
    <w:rsid w:val="00700664"/>
    <w:rsid w:val="00705004"/>
    <w:rsid w:val="00711DAC"/>
    <w:rsid w:val="00716D8A"/>
    <w:rsid w:val="0074101A"/>
    <w:rsid w:val="007651C5"/>
    <w:rsid w:val="00785445"/>
    <w:rsid w:val="0078685C"/>
    <w:rsid w:val="007932EF"/>
    <w:rsid w:val="00794FDC"/>
    <w:rsid w:val="007B14DC"/>
    <w:rsid w:val="007C4333"/>
    <w:rsid w:val="007E18C1"/>
    <w:rsid w:val="007F2BBB"/>
    <w:rsid w:val="007F33DD"/>
    <w:rsid w:val="0080170B"/>
    <w:rsid w:val="00803D8A"/>
    <w:rsid w:val="00810E11"/>
    <w:rsid w:val="00817237"/>
    <w:rsid w:val="00821FC8"/>
    <w:rsid w:val="0082496D"/>
    <w:rsid w:val="00846382"/>
    <w:rsid w:val="008527B8"/>
    <w:rsid w:val="00856D54"/>
    <w:rsid w:val="00874B38"/>
    <w:rsid w:val="0087709A"/>
    <w:rsid w:val="008857E0"/>
    <w:rsid w:val="00886439"/>
    <w:rsid w:val="00895A26"/>
    <w:rsid w:val="008A4EB7"/>
    <w:rsid w:val="008B5F8B"/>
    <w:rsid w:val="008C18F3"/>
    <w:rsid w:val="008C5F81"/>
    <w:rsid w:val="008D5720"/>
    <w:rsid w:val="008F1F4E"/>
    <w:rsid w:val="008F688F"/>
    <w:rsid w:val="0090001C"/>
    <w:rsid w:val="00925728"/>
    <w:rsid w:val="00952317"/>
    <w:rsid w:val="00960AB5"/>
    <w:rsid w:val="00963C38"/>
    <w:rsid w:val="00967F18"/>
    <w:rsid w:val="00971BA1"/>
    <w:rsid w:val="00985E85"/>
    <w:rsid w:val="00987F15"/>
    <w:rsid w:val="009A2AD7"/>
    <w:rsid w:val="009C4CF5"/>
    <w:rsid w:val="009C5516"/>
    <w:rsid w:val="009C64B4"/>
    <w:rsid w:val="009E1C19"/>
    <w:rsid w:val="009E2984"/>
    <w:rsid w:val="009E6C39"/>
    <w:rsid w:val="00A047C8"/>
    <w:rsid w:val="00A14843"/>
    <w:rsid w:val="00A2355C"/>
    <w:rsid w:val="00A24DC2"/>
    <w:rsid w:val="00A537F0"/>
    <w:rsid w:val="00A55AE1"/>
    <w:rsid w:val="00A77EE9"/>
    <w:rsid w:val="00A94DCA"/>
    <w:rsid w:val="00AB1AEB"/>
    <w:rsid w:val="00AC66F5"/>
    <w:rsid w:val="00B132F5"/>
    <w:rsid w:val="00B33128"/>
    <w:rsid w:val="00B44079"/>
    <w:rsid w:val="00B47993"/>
    <w:rsid w:val="00B6207F"/>
    <w:rsid w:val="00B6297C"/>
    <w:rsid w:val="00B6770B"/>
    <w:rsid w:val="00B8343F"/>
    <w:rsid w:val="00B91D6E"/>
    <w:rsid w:val="00B92DC8"/>
    <w:rsid w:val="00B95BED"/>
    <w:rsid w:val="00B97E73"/>
    <w:rsid w:val="00BA11E5"/>
    <w:rsid w:val="00BB5B9B"/>
    <w:rsid w:val="00BC2476"/>
    <w:rsid w:val="00BC33E6"/>
    <w:rsid w:val="00BD14E9"/>
    <w:rsid w:val="00BD75D6"/>
    <w:rsid w:val="00BE2A51"/>
    <w:rsid w:val="00BE7AE2"/>
    <w:rsid w:val="00BF4894"/>
    <w:rsid w:val="00C139BD"/>
    <w:rsid w:val="00C272DB"/>
    <w:rsid w:val="00C61046"/>
    <w:rsid w:val="00C673F4"/>
    <w:rsid w:val="00C73BD4"/>
    <w:rsid w:val="00C75E91"/>
    <w:rsid w:val="00C90D13"/>
    <w:rsid w:val="00CA23A5"/>
    <w:rsid w:val="00CA2EB7"/>
    <w:rsid w:val="00CA469A"/>
    <w:rsid w:val="00CC119D"/>
    <w:rsid w:val="00CE1972"/>
    <w:rsid w:val="00CE482B"/>
    <w:rsid w:val="00CF2C30"/>
    <w:rsid w:val="00CF74F3"/>
    <w:rsid w:val="00D408C2"/>
    <w:rsid w:val="00D40D81"/>
    <w:rsid w:val="00D550C6"/>
    <w:rsid w:val="00D55625"/>
    <w:rsid w:val="00D67BE0"/>
    <w:rsid w:val="00D70C2D"/>
    <w:rsid w:val="00D7144D"/>
    <w:rsid w:val="00D92F02"/>
    <w:rsid w:val="00DB29BF"/>
    <w:rsid w:val="00DC236C"/>
    <w:rsid w:val="00DC45CF"/>
    <w:rsid w:val="00DD43FC"/>
    <w:rsid w:val="00DE19A8"/>
    <w:rsid w:val="00DF492C"/>
    <w:rsid w:val="00DF4C5C"/>
    <w:rsid w:val="00E011B4"/>
    <w:rsid w:val="00E036B0"/>
    <w:rsid w:val="00E10193"/>
    <w:rsid w:val="00E22A9B"/>
    <w:rsid w:val="00E27B29"/>
    <w:rsid w:val="00E35965"/>
    <w:rsid w:val="00E426BD"/>
    <w:rsid w:val="00E45EBD"/>
    <w:rsid w:val="00E479CE"/>
    <w:rsid w:val="00E54CBA"/>
    <w:rsid w:val="00EC0E6D"/>
    <w:rsid w:val="00EC18B6"/>
    <w:rsid w:val="00EC2CF9"/>
    <w:rsid w:val="00ED2615"/>
    <w:rsid w:val="00ED61E1"/>
    <w:rsid w:val="00EE1D94"/>
    <w:rsid w:val="00EE344B"/>
    <w:rsid w:val="00F04E6E"/>
    <w:rsid w:val="00F1332E"/>
    <w:rsid w:val="00F36670"/>
    <w:rsid w:val="00F40BA3"/>
    <w:rsid w:val="00F44632"/>
    <w:rsid w:val="00F9280D"/>
    <w:rsid w:val="00FC297E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D9EE1C-FF2E-49F0-B057-BC97667E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33E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5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5F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67F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A537F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3539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easurer@cpsinc.org.au" TargetMode="External"/><Relationship Id="rId13" Type="http://schemas.openxmlformats.org/officeDocument/2006/relationships/image" Target="media/image30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0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cpsinc.org.au" TargetMode="External"/><Relationship Id="rId11" Type="http://schemas.openxmlformats.org/officeDocument/2006/relationships/image" Target="media/image4.emf"/><Relationship Id="rId5" Type="http://schemas.openxmlformats.org/officeDocument/2006/relationships/hyperlink" Target="http://www.cpsinc.org.au" TargetMode="External"/><Relationship Id="rId15" Type="http://schemas.openxmlformats.org/officeDocument/2006/relationships/hyperlink" Target="mailto:treasurer@cpsinc.org.au" TargetMode="Externa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4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TREASURER%20Files\Membership%202013-14\Membership%20Form%20Year%202013%2014%20fe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4940-6270-4AEE-866D-E8B3CA3A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Membership Form Year 2013 14 fees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1541</CharactersWithSpaces>
  <SharedDoc>false</SharedDoc>
  <HLinks>
    <vt:vector size="6" baseType="variant">
      <vt:variant>
        <vt:i4>7929882</vt:i4>
      </vt:variant>
      <vt:variant>
        <vt:i4>0</vt:i4>
      </vt:variant>
      <vt:variant>
        <vt:i4>0</vt:i4>
      </vt:variant>
      <vt:variant>
        <vt:i4>5</vt:i4>
      </vt:variant>
      <vt:variant>
        <vt:lpwstr>mailto:treasurer@cpsinc.org.au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Jenneifer</dc:creator>
  <cp:lastModifiedBy>Jennifer Cowie</cp:lastModifiedBy>
  <cp:revision>2</cp:revision>
  <cp:lastPrinted>2016-09-06T05:14:00Z</cp:lastPrinted>
  <dcterms:created xsi:type="dcterms:W3CDTF">2017-05-04T06:00:00Z</dcterms:created>
  <dcterms:modified xsi:type="dcterms:W3CDTF">2017-05-04T06:00:00Z</dcterms:modified>
</cp:coreProperties>
</file>